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6271E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71211D">
            <w:pPr>
              <w:pStyle w:val="CUSTOMHeaderText"/>
            </w:pPr>
          </w:p>
        </w:tc>
      </w:tr>
      <w:tr w:rsidR="00575A29" w:rsidTr="007664DB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211D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66271E">
            <w:pPr>
              <w:pStyle w:val="CUSTOMHeaderText"/>
            </w:pPr>
          </w:p>
        </w:tc>
      </w:tr>
      <w:tr w:rsidR="00575A29" w:rsidTr="007664DB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71211D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B433C6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734451" w:rsidRPr="00734451" w:rsidRDefault="0066271E" w:rsidP="002A3DFD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6F341F9" wp14:editId="4D36E019">
                      <wp:simplePos x="0" y="0"/>
                      <wp:positionH relativeFrom="column">
                        <wp:posOffset>2139205</wp:posOffset>
                      </wp:positionH>
                      <wp:positionV relativeFrom="paragraph">
                        <wp:posOffset>20679</wp:posOffset>
                      </wp:positionV>
                      <wp:extent cx="1264257" cy="758259"/>
                      <wp:effectExtent l="19050" t="0" r="12700" b="22860"/>
                      <wp:wrapNone/>
                      <wp:docPr id="2" name="Freeform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4257" cy="758259"/>
                              </a:xfrm>
                              <a:custGeom>
                                <a:avLst/>
                                <a:gdLst>
                                  <a:gd name="connsiteX0" fmla="*/ 341906 w 1264257"/>
                                  <a:gd name="connsiteY0" fmla="*/ 66314 h 702419"/>
                                  <a:gd name="connsiteX1" fmla="*/ 270344 w 1264257"/>
                                  <a:gd name="connsiteY1" fmla="*/ 106071 h 702419"/>
                                  <a:gd name="connsiteX2" fmla="*/ 222636 w 1264257"/>
                                  <a:gd name="connsiteY2" fmla="*/ 121973 h 702419"/>
                                  <a:gd name="connsiteX3" fmla="*/ 190831 w 1264257"/>
                                  <a:gd name="connsiteY3" fmla="*/ 145827 h 702419"/>
                                  <a:gd name="connsiteX4" fmla="*/ 159026 w 1264257"/>
                                  <a:gd name="connsiteY4" fmla="*/ 177633 h 702419"/>
                                  <a:gd name="connsiteX5" fmla="*/ 119269 w 1264257"/>
                                  <a:gd name="connsiteY5" fmla="*/ 201487 h 702419"/>
                                  <a:gd name="connsiteX6" fmla="*/ 79513 w 1264257"/>
                                  <a:gd name="connsiteY6" fmla="*/ 241243 h 702419"/>
                                  <a:gd name="connsiteX7" fmla="*/ 47707 w 1264257"/>
                                  <a:gd name="connsiteY7" fmla="*/ 265097 h 702419"/>
                                  <a:gd name="connsiteX8" fmla="*/ 23853 w 1264257"/>
                                  <a:gd name="connsiteY8" fmla="*/ 304853 h 702419"/>
                                  <a:gd name="connsiteX9" fmla="*/ 7951 w 1264257"/>
                                  <a:gd name="connsiteY9" fmla="*/ 368464 h 702419"/>
                                  <a:gd name="connsiteX10" fmla="*/ 0 w 1264257"/>
                                  <a:gd name="connsiteY10" fmla="*/ 392318 h 702419"/>
                                  <a:gd name="connsiteX11" fmla="*/ 15902 w 1264257"/>
                                  <a:gd name="connsiteY11" fmla="*/ 416172 h 702419"/>
                                  <a:gd name="connsiteX12" fmla="*/ 174928 w 1264257"/>
                                  <a:gd name="connsiteY12" fmla="*/ 400269 h 702419"/>
                                  <a:gd name="connsiteX13" fmla="*/ 198782 w 1264257"/>
                                  <a:gd name="connsiteY13" fmla="*/ 392318 h 702419"/>
                                  <a:gd name="connsiteX14" fmla="*/ 222636 w 1264257"/>
                                  <a:gd name="connsiteY14" fmla="*/ 376415 h 702419"/>
                                  <a:gd name="connsiteX15" fmla="*/ 286247 w 1264257"/>
                                  <a:gd name="connsiteY15" fmla="*/ 344610 h 702419"/>
                                  <a:gd name="connsiteX16" fmla="*/ 326003 w 1264257"/>
                                  <a:gd name="connsiteY16" fmla="*/ 352561 h 702419"/>
                                  <a:gd name="connsiteX17" fmla="*/ 357808 w 1264257"/>
                                  <a:gd name="connsiteY17" fmla="*/ 368464 h 702419"/>
                                  <a:gd name="connsiteX18" fmla="*/ 381662 w 1264257"/>
                                  <a:gd name="connsiteY18" fmla="*/ 376415 h 702419"/>
                                  <a:gd name="connsiteX19" fmla="*/ 389613 w 1264257"/>
                                  <a:gd name="connsiteY19" fmla="*/ 400269 h 702419"/>
                                  <a:gd name="connsiteX20" fmla="*/ 413467 w 1264257"/>
                                  <a:gd name="connsiteY20" fmla="*/ 416172 h 702419"/>
                                  <a:gd name="connsiteX21" fmla="*/ 659958 w 1264257"/>
                                  <a:gd name="connsiteY21" fmla="*/ 408220 h 702419"/>
                                  <a:gd name="connsiteX22" fmla="*/ 707666 w 1264257"/>
                                  <a:gd name="connsiteY22" fmla="*/ 416172 h 702419"/>
                                  <a:gd name="connsiteX23" fmla="*/ 715617 w 1264257"/>
                                  <a:gd name="connsiteY23" fmla="*/ 455928 h 702419"/>
                                  <a:gd name="connsiteX24" fmla="*/ 731520 w 1264257"/>
                                  <a:gd name="connsiteY24" fmla="*/ 487733 h 702419"/>
                                  <a:gd name="connsiteX25" fmla="*/ 747422 w 1264257"/>
                                  <a:gd name="connsiteY25" fmla="*/ 535441 h 702419"/>
                                  <a:gd name="connsiteX26" fmla="*/ 795130 w 1264257"/>
                                  <a:gd name="connsiteY26" fmla="*/ 583149 h 702419"/>
                                  <a:gd name="connsiteX27" fmla="*/ 834887 w 1264257"/>
                                  <a:gd name="connsiteY27" fmla="*/ 638808 h 702419"/>
                                  <a:gd name="connsiteX28" fmla="*/ 858740 w 1264257"/>
                                  <a:gd name="connsiteY28" fmla="*/ 686516 h 702419"/>
                                  <a:gd name="connsiteX29" fmla="*/ 882594 w 1264257"/>
                                  <a:gd name="connsiteY29" fmla="*/ 702419 h 702419"/>
                                  <a:gd name="connsiteX30" fmla="*/ 970059 w 1264257"/>
                                  <a:gd name="connsiteY30" fmla="*/ 694467 h 702419"/>
                                  <a:gd name="connsiteX31" fmla="*/ 1001864 w 1264257"/>
                                  <a:gd name="connsiteY31" fmla="*/ 670613 h 702419"/>
                                  <a:gd name="connsiteX32" fmla="*/ 1025718 w 1264257"/>
                                  <a:gd name="connsiteY32" fmla="*/ 662662 h 702419"/>
                                  <a:gd name="connsiteX33" fmla="*/ 1057523 w 1264257"/>
                                  <a:gd name="connsiteY33" fmla="*/ 646760 h 702419"/>
                                  <a:gd name="connsiteX34" fmla="*/ 1081377 w 1264257"/>
                                  <a:gd name="connsiteY34" fmla="*/ 638808 h 702419"/>
                                  <a:gd name="connsiteX35" fmla="*/ 1137036 w 1264257"/>
                                  <a:gd name="connsiteY35" fmla="*/ 599052 h 702419"/>
                                  <a:gd name="connsiteX36" fmla="*/ 1160890 w 1264257"/>
                                  <a:gd name="connsiteY36" fmla="*/ 575198 h 702419"/>
                                  <a:gd name="connsiteX37" fmla="*/ 1208598 w 1264257"/>
                                  <a:gd name="connsiteY37" fmla="*/ 543393 h 702419"/>
                                  <a:gd name="connsiteX38" fmla="*/ 1264257 w 1264257"/>
                                  <a:gd name="connsiteY38" fmla="*/ 535441 h 702419"/>
                                  <a:gd name="connsiteX39" fmla="*/ 1248354 w 1264257"/>
                                  <a:gd name="connsiteY39" fmla="*/ 392318 h 702419"/>
                                  <a:gd name="connsiteX40" fmla="*/ 1232452 w 1264257"/>
                                  <a:gd name="connsiteY40" fmla="*/ 360513 h 702419"/>
                                  <a:gd name="connsiteX41" fmla="*/ 1224500 w 1264257"/>
                                  <a:gd name="connsiteY41" fmla="*/ 336659 h 702419"/>
                                  <a:gd name="connsiteX42" fmla="*/ 1168841 w 1264257"/>
                                  <a:gd name="connsiteY42" fmla="*/ 312805 h 702419"/>
                                  <a:gd name="connsiteX43" fmla="*/ 1113182 w 1264257"/>
                                  <a:gd name="connsiteY43" fmla="*/ 288951 h 702419"/>
                                  <a:gd name="connsiteX44" fmla="*/ 1081377 w 1264257"/>
                                  <a:gd name="connsiteY44" fmla="*/ 273048 h 702419"/>
                                  <a:gd name="connsiteX45" fmla="*/ 1025718 w 1264257"/>
                                  <a:gd name="connsiteY45" fmla="*/ 257146 h 702419"/>
                                  <a:gd name="connsiteX46" fmla="*/ 962107 w 1264257"/>
                                  <a:gd name="connsiteY46" fmla="*/ 217389 h 702419"/>
                                  <a:gd name="connsiteX47" fmla="*/ 906448 w 1264257"/>
                                  <a:gd name="connsiteY47" fmla="*/ 201487 h 702419"/>
                                  <a:gd name="connsiteX48" fmla="*/ 850789 w 1264257"/>
                                  <a:gd name="connsiteY48" fmla="*/ 177633 h 702419"/>
                                  <a:gd name="connsiteX49" fmla="*/ 803081 w 1264257"/>
                                  <a:gd name="connsiteY49" fmla="*/ 137876 h 702419"/>
                                  <a:gd name="connsiteX50" fmla="*/ 779227 w 1264257"/>
                                  <a:gd name="connsiteY50" fmla="*/ 114022 h 702419"/>
                                  <a:gd name="connsiteX51" fmla="*/ 723568 w 1264257"/>
                                  <a:gd name="connsiteY51" fmla="*/ 82217 h 702419"/>
                                  <a:gd name="connsiteX52" fmla="*/ 699714 w 1264257"/>
                                  <a:gd name="connsiteY52" fmla="*/ 58363 h 702419"/>
                                  <a:gd name="connsiteX53" fmla="*/ 628153 w 1264257"/>
                                  <a:gd name="connsiteY53" fmla="*/ 34509 h 702419"/>
                                  <a:gd name="connsiteX54" fmla="*/ 604299 w 1264257"/>
                                  <a:gd name="connsiteY54" fmla="*/ 26558 h 702419"/>
                                  <a:gd name="connsiteX55" fmla="*/ 413467 w 1264257"/>
                                  <a:gd name="connsiteY55" fmla="*/ 18607 h 702419"/>
                                  <a:gd name="connsiteX56" fmla="*/ 373711 w 1264257"/>
                                  <a:gd name="connsiteY56" fmla="*/ 26558 h 702419"/>
                                  <a:gd name="connsiteX57" fmla="*/ 294198 w 1264257"/>
                                  <a:gd name="connsiteY57" fmla="*/ 34509 h 702419"/>
                                  <a:gd name="connsiteX58" fmla="*/ 294198 w 1264257"/>
                                  <a:gd name="connsiteY58" fmla="*/ 153779 h 702419"/>
                                  <a:gd name="connsiteX0" fmla="*/ 341906 w 1264257"/>
                                  <a:gd name="connsiteY0" fmla="*/ 66314 h 702419"/>
                                  <a:gd name="connsiteX1" fmla="*/ 270344 w 1264257"/>
                                  <a:gd name="connsiteY1" fmla="*/ 106071 h 702419"/>
                                  <a:gd name="connsiteX2" fmla="*/ 222636 w 1264257"/>
                                  <a:gd name="connsiteY2" fmla="*/ 121973 h 702419"/>
                                  <a:gd name="connsiteX3" fmla="*/ 190831 w 1264257"/>
                                  <a:gd name="connsiteY3" fmla="*/ 145827 h 702419"/>
                                  <a:gd name="connsiteX4" fmla="*/ 159026 w 1264257"/>
                                  <a:gd name="connsiteY4" fmla="*/ 177633 h 702419"/>
                                  <a:gd name="connsiteX5" fmla="*/ 119269 w 1264257"/>
                                  <a:gd name="connsiteY5" fmla="*/ 201487 h 702419"/>
                                  <a:gd name="connsiteX6" fmla="*/ 79513 w 1264257"/>
                                  <a:gd name="connsiteY6" fmla="*/ 241243 h 702419"/>
                                  <a:gd name="connsiteX7" fmla="*/ 47707 w 1264257"/>
                                  <a:gd name="connsiteY7" fmla="*/ 265097 h 702419"/>
                                  <a:gd name="connsiteX8" fmla="*/ 23853 w 1264257"/>
                                  <a:gd name="connsiteY8" fmla="*/ 304853 h 702419"/>
                                  <a:gd name="connsiteX9" fmla="*/ 7951 w 1264257"/>
                                  <a:gd name="connsiteY9" fmla="*/ 368464 h 702419"/>
                                  <a:gd name="connsiteX10" fmla="*/ 0 w 1264257"/>
                                  <a:gd name="connsiteY10" fmla="*/ 392318 h 702419"/>
                                  <a:gd name="connsiteX11" fmla="*/ 15902 w 1264257"/>
                                  <a:gd name="connsiteY11" fmla="*/ 416172 h 702419"/>
                                  <a:gd name="connsiteX12" fmla="*/ 174928 w 1264257"/>
                                  <a:gd name="connsiteY12" fmla="*/ 400269 h 702419"/>
                                  <a:gd name="connsiteX13" fmla="*/ 198782 w 1264257"/>
                                  <a:gd name="connsiteY13" fmla="*/ 392318 h 702419"/>
                                  <a:gd name="connsiteX14" fmla="*/ 222636 w 1264257"/>
                                  <a:gd name="connsiteY14" fmla="*/ 376415 h 702419"/>
                                  <a:gd name="connsiteX15" fmla="*/ 286247 w 1264257"/>
                                  <a:gd name="connsiteY15" fmla="*/ 344610 h 702419"/>
                                  <a:gd name="connsiteX16" fmla="*/ 326003 w 1264257"/>
                                  <a:gd name="connsiteY16" fmla="*/ 352561 h 702419"/>
                                  <a:gd name="connsiteX17" fmla="*/ 357808 w 1264257"/>
                                  <a:gd name="connsiteY17" fmla="*/ 368464 h 702419"/>
                                  <a:gd name="connsiteX18" fmla="*/ 381662 w 1264257"/>
                                  <a:gd name="connsiteY18" fmla="*/ 376415 h 702419"/>
                                  <a:gd name="connsiteX19" fmla="*/ 389613 w 1264257"/>
                                  <a:gd name="connsiteY19" fmla="*/ 400269 h 702419"/>
                                  <a:gd name="connsiteX20" fmla="*/ 421621 w 1264257"/>
                                  <a:gd name="connsiteY20" fmla="*/ 654813 h 702419"/>
                                  <a:gd name="connsiteX21" fmla="*/ 659958 w 1264257"/>
                                  <a:gd name="connsiteY21" fmla="*/ 408220 h 702419"/>
                                  <a:gd name="connsiteX22" fmla="*/ 707666 w 1264257"/>
                                  <a:gd name="connsiteY22" fmla="*/ 416172 h 702419"/>
                                  <a:gd name="connsiteX23" fmla="*/ 715617 w 1264257"/>
                                  <a:gd name="connsiteY23" fmla="*/ 455928 h 702419"/>
                                  <a:gd name="connsiteX24" fmla="*/ 731520 w 1264257"/>
                                  <a:gd name="connsiteY24" fmla="*/ 487733 h 702419"/>
                                  <a:gd name="connsiteX25" fmla="*/ 747422 w 1264257"/>
                                  <a:gd name="connsiteY25" fmla="*/ 535441 h 702419"/>
                                  <a:gd name="connsiteX26" fmla="*/ 795130 w 1264257"/>
                                  <a:gd name="connsiteY26" fmla="*/ 583149 h 702419"/>
                                  <a:gd name="connsiteX27" fmla="*/ 834887 w 1264257"/>
                                  <a:gd name="connsiteY27" fmla="*/ 638808 h 702419"/>
                                  <a:gd name="connsiteX28" fmla="*/ 858740 w 1264257"/>
                                  <a:gd name="connsiteY28" fmla="*/ 686516 h 702419"/>
                                  <a:gd name="connsiteX29" fmla="*/ 882594 w 1264257"/>
                                  <a:gd name="connsiteY29" fmla="*/ 702419 h 702419"/>
                                  <a:gd name="connsiteX30" fmla="*/ 970059 w 1264257"/>
                                  <a:gd name="connsiteY30" fmla="*/ 694467 h 702419"/>
                                  <a:gd name="connsiteX31" fmla="*/ 1001864 w 1264257"/>
                                  <a:gd name="connsiteY31" fmla="*/ 670613 h 702419"/>
                                  <a:gd name="connsiteX32" fmla="*/ 1025718 w 1264257"/>
                                  <a:gd name="connsiteY32" fmla="*/ 662662 h 702419"/>
                                  <a:gd name="connsiteX33" fmla="*/ 1057523 w 1264257"/>
                                  <a:gd name="connsiteY33" fmla="*/ 646760 h 702419"/>
                                  <a:gd name="connsiteX34" fmla="*/ 1081377 w 1264257"/>
                                  <a:gd name="connsiteY34" fmla="*/ 638808 h 702419"/>
                                  <a:gd name="connsiteX35" fmla="*/ 1137036 w 1264257"/>
                                  <a:gd name="connsiteY35" fmla="*/ 599052 h 702419"/>
                                  <a:gd name="connsiteX36" fmla="*/ 1160890 w 1264257"/>
                                  <a:gd name="connsiteY36" fmla="*/ 575198 h 702419"/>
                                  <a:gd name="connsiteX37" fmla="*/ 1208598 w 1264257"/>
                                  <a:gd name="connsiteY37" fmla="*/ 543393 h 702419"/>
                                  <a:gd name="connsiteX38" fmla="*/ 1264257 w 1264257"/>
                                  <a:gd name="connsiteY38" fmla="*/ 535441 h 702419"/>
                                  <a:gd name="connsiteX39" fmla="*/ 1248354 w 1264257"/>
                                  <a:gd name="connsiteY39" fmla="*/ 392318 h 702419"/>
                                  <a:gd name="connsiteX40" fmla="*/ 1232452 w 1264257"/>
                                  <a:gd name="connsiteY40" fmla="*/ 360513 h 702419"/>
                                  <a:gd name="connsiteX41" fmla="*/ 1224500 w 1264257"/>
                                  <a:gd name="connsiteY41" fmla="*/ 336659 h 702419"/>
                                  <a:gd name="connsiteX42" fmla="*/ 1168841 w 1264257"/>
                                  <a:gd name="connsiteY42" fmla="*/ 312805 h 702419"/>
                                  <a:gd name="connsiteX43" fmla="*/ 1113182 w 1264257"/>
                                  <a:gd name="connsiteY43" fmla="*/ 288951 h 702419"/>
                                  <a:gd name="connsiteX44" fmla="*/ 1081377 w 1264257"/>
                                  <a:gd name="connsiteY44" fmla="*/ 273048 h 702419"/>
                                  <a:gd name="connsiteX45" fmla="*/ 1025718 w 1264257"/>
                                  <a:gd name="connsiteY45" fmla="*/ 257146 h 702419"/>
                                  <a:gd name="connsiteX46" fmla="*/ 962107 w 1264257"/>
                                  <a:gd name="connsiteY46" fmla="*/ 217389 h 702419"/>
                                  <a:gd name="connsiteX47" fmla="*/ 906448 w 1264257"/>
                                  <a:gd name="connsiteY47" fmla="*/ 201487 h 702419"/>
                                  <a:gd name="connsiteX48" fmla="*/ 850789 w 1264257"/>
                                  <a:gd name="connsiteY48" fmla="*/ 177633 h 702419"/>
                                  <a:gd name="connsiteX49" fmla="*/ 803081 w 1264257"/>
                                  <a:gd name="connsiteY49" fmla="*/ 137876 h 702419"/>
                                  <a:gd name="connsiteX50" fmla="*/ 779227 w 1264257"/>
                                  <a:gd name="connsiteY50" fmla="*/ 114022 h 702419"/>
                                  <a:gd name="connsiteX51" fmla="*/ 723568 w 1264257"/>
                                  <a:gd name="connsiteY51" fmla="*/ 82217 h 702419"/>
                                  <a:gd name="connsiteX52" fmla="*/ 699714 w 1264257"/>
                                  <a:gd name="connsiteY52" fmla="*/ 58363 h 702419"/>
                                  <a:gd name="connsiteX53" fmla="*/ 628153 w 1264257"/>
                                  <a:gd name="connsiteY53" fmla="*/ 34509 h 702419"/>
                                  <a:gd name="connsiteX54" fmla="*/ 604299 w 1264257"/>
                                  <a:gd name="connsiteY54" fmla="*/ 26558 h 702419"/>
                                  <a:gd name="connsiteX55" fmla="*/ 413467 w 1264257"/>
                                  <a:gd name="connsiteY55" fmla="*/ 18607 h 702419"/>
                                  <a:gd name="connsiteX56" fmla="*/ 373711 w 1264257"/>
                                  <a:gd name="connsiteY56" fmla="*/ 26558 h 702419"/>
                                  <a:gd name="connsiteX57" fmla="*/ 294198 w 1264257"/>
                                  <a:gd name="connsiteY57" fmla="*/ 34509 h 702419"/>
                                  <a:gd name="connsiteX58" fmla="*/ 294198 w 1264257"/>
                                  <a:gd name="connsiteY58" fmla="*/ 153779 h 702419"/>
                                  <a:gd name="connsiteX0" fmla="*/ 341906 w 1264257"/>
                                  <a:gd name="connsiteY0" fmla="*/ 66314 h 758212"/>
                                  <a:gd name="connsiteX1" fmla="*/ 270344 w 1264257"/>
                                  <a:gd name="connsiteY1" fmla="*/ 106071 h 758212"/>
                                  <a:gd name="connsiteX2" fmla="*/ 222636 w 1264257"/>
                                  <a:gd name="connsiteY2" fmla="*/ 121973 h 758212"/>
                                  <a:gd name="connsiteX3" fmla="*/ 190831 w 1264257"/>
                                  <a:gd name="connsiteY3" fmla="*/ 145827 h 758212"/>
                                  <a:gd name="connsiteX4" fmla="*/ 159026 w 1264257"/>
                                  <a:gd name="connsiteY4" fmla="*/ 177633 h 758212"/>
                                  <a:gd name="connsiteX5" fmla="*/ 119269 w 1264257"/>
                                  <a:gd name="connsiteY5" fmla="*/ 201487 h 758212"/>
                                  <a:gd name="connsiteX6" fmla="*/ 79513 w 1264257"/>
                                  <a:gd name="connsiteY6" fmla="*/ 241243 h 758212"/>
                                  <a:gd name="connsiteX7" fmla="*/ 47707 w 1264257"/>
                                  <a:gd name="connsiteY7" fmla="*/ 265097 h 758212"/>
                                  <a:gd name="connsiteX8" fmla="*/ 23853 w 1264257"/>
                                  <a:gd name="connsiteY8" fmla="*/ 304853 h 758212"/>
                                  <a:gd name="connsiteX9" fmla="*/ 7951 w 1264257"/>
                                  <a:gd name="connsiteY9" fmla="*/ 368464 h 758212"/>
                                  <a:gd name="connsiteX10" fmla="*/ 0 w 1264257"/>
                                  <a:gd name="connsiteY10" fmla="*/ 392318 h 758212"/>
                                  <a:gd name="connsiteX11" fmla="*/ 15902 w 1264257"/>
                                  <a:gd name="connsiteY11" fmla="*/ 416172 h 758212"/>
                                  <a:gd name="connsiteX12" fmla="*/ 174928 w 1264257"/>
                                  <a:gd name="connsiteY12" fmla="*/ 400269 h 758212"/>
                                  <a:gd name="connsiteX13" fmla="*/ 198782 w 1264257"/>
                                  <a:gd name="connsiteY13" fmla="*/ 392318 h 758212"/>
                                  <a:gd name="connsiteX14" fmla="*/ 222636 w 1264257"/>
                                  <a:gd name="connsiteY14" fmla="*/ 376415 h 758212"/>
                                  <a:gd name="connsiteX15" fmla="*/ 286247 w 1264257"/>
                                  <a:gd name="connsiteY15" fmla="*/ 344610 h 758212"/>
                                  <a:gd name="connsiteX16" fmla="*/ 326003 w 1264257"/>
                                  <a:gd name="connsiteY16" fmla="*/ 352561 h 758212"/>
                                  <a:gd name="connsiteX17" fmla="*/ 357808 w 1264257"/>
                                  <a:gd name="connsiteY17" fmla="*/ 368464 h 758212"/>
                                  <a:gd name="connsiteX18" fmla="*/ 381662 w 1264257"/>
                                  <a:gd name="connsiteY18" fmla="*/ 376415 h 758212"/>
                                  <a:gd name="connsiteX19" fmla="*/ 389613 w 1264257"/>
                                  <a:gd name="connsiteY19" fmla="*/ 400269 h 758212"/>
                                  <a:gd name="connsiteX20" fmla="*/ 421621 w 1264257"/>
                                  <a:gd name="connsiteY20" fmla="*/ 654813 h 758212"/>
                                  <a:gd name="connsiteX21" fmla="*/ 572768 w 1264257"/>
                                  <a:gd name="connsiteY21" fmla="*/ 758195 h 758212"/>
                                  <a:gd name="connsiteX22" fmla="*/ 707666 w 1264257"/>
                                  <a:gd name="connsiteY22" fmla="*/ 416172 h 758212"/>
                                  <a:gd name="connsiteX23" fmla="*/ 715617 w 1264257"/>
                                  <a:gd name="connsiteY23" fmla="*/ 455928 h 758212"/>
                                  <a:gd name="connsiteX24" fmla="*/ 731520 w 1264257"/>
                                  <a:gd name="connsiteY24" fmla="*/ 487733 h 758212"/>
                                  <a:gd name="connsiteX25" fmla="*/ 747422 w 1264257"/>
                                  <a:gd name="connsiteY25" fmla="*/ 535441 h 758212"/>
                                  <a:gd name="connsiteX26" fmla="*/ 795130 w 1264257"/>
                                  <a:gd name="connsiteY26" fmla="*/ 583149 h 758212"/>
                                  <a:gd name="connsiteX27" fmla="*/ 834887 w 1264257"/>
                                  <a:gd name="connsiteY27" fmla="*/ 638808 h 758212"/>
                                  <a:gd name="connsiteX28" fmla="*/ 858740 w 1264257"/>
                                  <a:gd name="connsiteY28" fmla="*/ 686516 h 758212"/>
                                  <a:gd name="connsiteX29" fmla="*/ 882594 w 1264257"/>
                                  <a:gd name="connsiteY29" fmla="*/ 702419 h 758212"/>
                                  <a:gd name="connsiteX30" fmla="*/ 970059 w 1264257"/>
                                  <a:gd name="connsiteY30" fmla="*/ 694467 h 758212"/>
                                  <a:gd name="connsiteX31" fmla="*/ 1001864 w 1264257"/>
                                  <a:gd name="connsiteY31" fmla="*/ 670613 h 758212"/>
                                  <a:gd name="connsiteX32" fmla="*/ 1025718 w 1264257"/>
                                  <a:gd name="connsiteY32" fmla="*/ 662662 h 758212"/>
                                  <a:gd name="connsiteX33" fmla="*/ 1057523 w 1264257"/>
                                  <a:gd name="connsiteY33" fmla="*/ 646760 h 758212"/>
                                  <a:gd name="connsiteX34" fmla="*/ 1081377 w 1264257"/>
                                  <a:gd name="connsiteY34" fmla="*/ 638808 h 758212"/>
                                  <a:gd name="connsiteX35" fmla="*/ 1137036 w 1264257"/>
                                  <a:gd name="connsiteY35" fmla="*/ 599052 h 758212"/>
                                  <a:gd name="connsiteX36" fmla="*/ 1160890 w 1264257"/>
                                  <a:gd name="connsiteY36" fmla="*/ 575198 h 758212"/>
                                  <a:gd name="connsiteX37" fmla="*/ 1208598 w 1264257"/>
                                  <a:gd name="connsiteY37" fmla="*/ 543393 h 758212"/>
                                  <a:gd name="connsiteX38" fmla="*/ 1264257 w 1264257"/>
                                  <a:gd name="connsiteY38" fmla="*/ 535441 h 758212"/>
                                  <a:gd name="connsiteX39" fmla="*/ 1248354 w 1264257"/>
                                  <a:gd name="connsiteY39" fmla="*/ 392318 h 758212"/>
                                  <a:gd name="connsiteX40" fmla="*/ 1232452 w 1264257"/>
                                  <a:gd name="connsiteY40" fmla="*/ 360513 h 758212"/>
                                  <a:gd name="connsiteX41" fmla="*/ 1224500 w 1264257"/>
                                  <a:gd name="connsiteY41" fmla="*/ 336659 h 758212"/>
                                  <a:gd name="connsiteX42" fmla="*/ 1168841 w 1264257"/>
                                  <a:gd name="connsiteY42" fmla="*/ 312805 h 758212"/>
                                  <a:gd name="connsiteX43" fmla="*/ 1113182 w 1264257"/>
                                  <a:gd name="connsiteY43" fmla="*/ 288951 h 758212"/>
                                  <a:gd name="connsiteX44" fmla="*/ 1081377 w 1264257"/>
                                  <a:gd name="connsiteY44" fmla="*/ 273048 h 758212"/>
                                  <a:gd name="connsiteX45" fmla="*/ 1025718 w 1264257"/>
                                  <a:gd name="connsiteY45" fmla="*/ 257146 h 758212"/>
                                  <a:gd name="connsiteX46" fmla="*/ 962107 w 1264257"/>
                                  <a:gd name="connsiteY46" fmla="*/ 217389 h 758212"/>
                                  <a:gd name="connsiteX47" fmla="*/ 906448 w 1264257"/>
                                  <a:gd name="connsiteY47" fmla="*/ 201487 h 758212"/>
                                  <a:gd name="connsiteX48" fmla="*/ 850789 w 1264257"/>
                                  <a:gd name="connsiteY48" fmla="*/ 177633 h 758212"/>
                                  <a:gd name="connsiteX49" fmla="*/ 803081 w 1264257"/>
                                  <a:gd name="connsiteY49" fmla="*/ 137876 h 758212"/>
                                  <a:gd name="connsiteX50" fmla="*/ 779227 w 1264257"/>
                                  <a:gd name="connsiteY50" fmla="*/ 114022 h 758212"/>
                                  <a:gd name="connsiteX51" fmla="*/ 723568 w 1264257"/>
                                  <a:gd name="connsiteY51" fmla="*/ 82217 h 758212"/>
                                  <a:gd name="connsiteX52" fmla="*/ 699714 w 1264257"/>
                                  <a:gd name="connsiteY52" fmla="*/ 58363 h 758212"/>
                                  <a:gd name="connsiteX53" fmla="*/ 628153 w 1264257"/>
                                  <a:gd name="connsiteY53" fmla="*/ 34509 h 758212"/>
                                  <a:gd name="connsiteX54" fmla="*/ 604299 w 1264257"/>
                                  <a:gd name="connsiteY54" fmla="*/ 26558 h 758212"/>
                                  <a:gd name="connsiteX55" fmla="*/ 413467 w 1264257"/>
                                  <a:gd name="connsiteY55" fmla="*/ 18607 h 758212"/>
                                  <a:gd name="connsiteX56" fmla="*/ 373711 w 1264257"/>
                                  <a:gd name="connsiteY56" fmla="*/ 26558 h 758212"/>
                                  <a:gd name="connsiteX57" fmla="*/ 294198 w 1264257"/>
                                  <a:gd name="connsiteY57" fmla="*/ 34509 h 758212"/>
                                  <a:gd name="connsiteX58" fmla="*/ 294198 w 1264257"/>
                                  <a:gd name="connsiteY58" fmla="*/ 153779 h 758212"/>
                                  <a:gd name="connsiteX0" fmla="*/ 341906 w 1264257"/>
                                  <a:gd name="connsiteY0" fmla="*/ 66314 h 758320"/>
                                  <a:gd name="connsiteX1" fmla="*/ 270344 w 1264257"/>
                                  <a:gd name="connsiteY1" fmla="*/ 106071 h 758320"/>
                                  <a:gd name="connsiteX2" fmla="*/ 222636 w 1264257"/>
                                  <a:gd name="connsiteY2" fmla="*/ 121973 h 758320"/>
                                  <a:gd name="connsiteX3" fmla="*/ 190831 w 1264257"/>
                                  <a:gd name="connsiteY3" fmla="*/ 145827 h 758320"/>
                                  <a:gd name="connsiteX4" fmla="*/ 159026 w 1264257"/>
                                  <a:gd name="connsiteY4" fmla="*/ 177633 h 758320"/>
                                  <a:gd name="connsiteX5" fmla="*/ 119269 w 1264257"/>
                                  <a:gd name="connsiteY5" fmla="*/ 201487 h 758320"/>
                                  <a:gd name="connsiteX6" fmla="*/ 79513 w 1264257"/>
                                  <a:gd name="connsiteY6" fmla="*/ 241243 h 758320"/>
                                  <a:gd name="connsiteX7" fmla="*/ 47707 w 1264257"/>
                                  <a:gd name="connsiteY7" fmla="*/ 265097 h 758320"/>
                                  <a:gd name="connsiteX8" fmla="*/ 23853 w 1264257"/>
                                  <a:gd name="connsiteY8" fmla="*/ 304853 h 758320"/>
                                  <a:gd name="connsiteX9" fmla="*/ 7951 w 1264257"/>
                                  <a:gd name="connsiteY9" fmla="*/ 368464 h 758320"/>
                                  <a:gd name="connsiteX10" fmla="*/ 0 w 1264257"/>
                                  <a:gd name="connsiteY10" fmla="*/ 392318 h 758320"/>
                                  <a:gd name="connsiteX11" fmla="*/ 15902 w 1264257"/>
                                  <a:gd name="connsiteY11" fmla="*/ 416172 h 758320"/>
                                  <a:gd name="connsiteX12" fmla="*/ 174928 w 1264257"/>
                                  <a:gd name="connsiteY12" fmla="*/ 400269 h 758320"/>
                                  <a:gd name="connsiteX13" fmla="*/ 198782 w 1264257"/>
                                  <a:gd name="connsiteY13" fmla="*/ 392318 h 758320"/>
                                  <a:gd name="connsiteX14" fmla="*/ 222636 w 1264257"/>
                                  <a:gd name="connsiteY14" fmla="*/ 376415 h 758320"/>
                                  <a:gd name="connsiteX15" fmla="*/ 286247 w 1264257"/>
                                  <a:gd name="connsiteY15" fmla="*/ 344610 h 758320"/>
                                  <a:gd name="connsiteX16" fmla="*/ 326003 w 1264257"/>
                                  <a:gd name="connsiteY16" fmla="*/ 352561 h 758320"/>
                                  <a:gd name="connsiteX17" fmla="*/ 357808 w 1264257"/>
                                  <a:gd name="connsiteY17" fmla="*/ 368464 h 758320"/>
                                  <a:gd name="connsiteX18" fmla="*/ 381662 w 1264257"/>
                                  <a:gd name="connsiteY18" fmla="*/ 376415 h 758320"/>
                                  <a:gd name="connsiteX19" fmla="*/ 389613 w 1264257"/>
                                  <a:gd name="connsiteY19" fmla="*/ 400269 h 758320"/>
                                  <a:gd name="connsiteX20" fmla="*/ 421621 w 1264257"/>
                                  <a:gd name="connsiteY20" fmla="*/ 654813 h 758320"/>
                                  <a:gd name="connsiteX21" fmla="*/ 572768 w 1264257"/>
                                  <a:gd name="connsiteY21" fmla="*/ 758195 h 758320"/>
                                  <a:gd name="connsiteX22" fmla="*/ 657154 w 1264257"/>
                                  <a:gd name="connsiteY22" fmla="*/ 670633 h 758320"/>
                                  <a:gd name="connsiteX23" fmla="*/ 715617 w 1264257"/>
                                  <a:gd name="connsiteY23" fmla="*/ 455928 h 758320"/>
                                  <a:gd name="connsiteX24" fmla="*/ 731520 w 1264257"/>
                                  <a:gd name="connsiteY24" fmla="*/ 487733 h 758320"/>
                                  <a:gd name="connsiteX25" fmla="*/ 747422 w 1264257"/>
                                  <a:gd name="connsiteY25" fmla="*/ 535441 h 758320"/>
                                  <a:gd name="connsiteX26" fmla="*/ 795130 w 1264257"/>
                                  <a:gd name="connsiteY26" fmla="*/ 583149 h 758320"/>
                                  <a:gd name="connsiteX27" fmla="*/ 834887 w 1264257"/>
                                  <a:gd name="connsiteY27" fmla="*/ 638808 h 758320"/>
                                  <a:gd name="connsiteX28" fmla="*/ 858740 w 1264257"/>
                                  <a:gd name="connsiteY28" fmla="*/ 686516 h 758320"/>
                                  <a:gd name="connsiteX29" fmla="*/ 882594 w 1264257"/>
                                  <a:gd name="connsiteY29" fmla="*/ 702419 h 758320"/>
                                  <a:gd name="connsiteX30" fmla="*/ 970059 w 1264257"/>
                                  <a:gd name="connsiteY30" fmla="*/ 694467 h 758320"/>
                                  <a:gd name="connsiteX31" fmla="*/ 1001864 w 1264257"/>
                                  <a:gd name="connsiteY31" fmla="*/ 670613 h 758320"/>
                                  <a:gd name="connsiteX32" fmla="*/ 1025718 w 1264257"/>
                                  <a:gd name="connsiteY32" fmla="*/ 662662 h 758320"/>
                                  <a:gd name="connsiteX33" fmla="*/ 1057523 w 1264257"/>
                                  <a:gd name="connsiteY33" fmla="*/ 646760 h 758320"/>
                                  <a:gd name="connsiteX34" fmla="*/ 1081377 w 1264257"/>
                                  <a:gd name="connsiteY34" fmla="*/ 638808 h 758320"/>
                                  <a:gd name="connsiteX35" fmla="*/ 1137036 w 1264257"/>
                                  <a:gd name="connsiteY35" fmla="*/ 599052 h 758320"/>
                                  <a:gd name="connsiteX36" fmla="*/ 1160890 w 1264257"/>
                                  <a:gd name="connsiteY36" fmla="*/ 575198 h 758320"/>
                                  <a:gd name="connsiteX37" fmla="*/ 1208598 w 1264257"/>
                                  <a:gd name="connsiteY37" fmla="*/ 543393 h 758320"/>
                                  <a:gd name="connsiteX38" fmla="*/ 1264257 w 1264257"/>
                                  <a:gd name="connsiteY38" fmla="*/ 535441 h 758320"/>
                                  <a:gd name="connsiteX39" fmla="*/ 1248354 w 1264257"/>
                                  <a:gd name="connsiteY39" fmla="*/ 392318 h 758320"/>
                                  <a:gd name="connsiteX40" fmla="*/ 1232452 w 1264257"/>
                                  <a:gd name="connsiteY40" fmla="*/ 360513 h 758320"/>
                                  <a:gd name="connsiteX41" fmla="*/ 1224500 w 1264257"/>
                                  <a:gd name="connsiteY41" fmla="*/ 336659 h 758320"/>
                                  <a:gd name="connsiteX42" fmla="*/ 1168841 w 1264257"/>
                                  <a:gd name="connsiteY42" fmla="*/ 312805 h 758320"/>
                                  <a:gd name="connsiteX43" fmla="*/ 1113182 w 1264257"/>
                                  <a:gd name="connsiteY43" fmla="*/ 288951 h 758320"/>
                                  <a:gd name="connsiteX44" fmla="*/ 1081377 w 1264257"/>
                                  <a:gd name="connsiteY44" fmla="*/ 273048 h 758320"/>
                                  <a:gd name="connsiteX45" fmla="*/ 1025718 w 1264257"/>
                                  <a:gd name="connsiteY45" fmla="*/ 257146 h 758320"/>
                                  <a:gd name="connsiteX46" fmla="*/ 962107 w 1264257"/>
                                  <a:gd name="connsiteY46" fmla="*/ 217389 h 758320"/>
                                  <a:gd name="connsiteX47" fmla="*/ 906448 w 1264257"/>
                                  <a:gd name="connsiteY47" fmla="*/ 201487 h 758320"/>
                                  <a:gd name="connsiteX48" fmla="*/ 850789 w 1264257"/>
                                  <a:gd name="connsiteY48" fmla="*/ 177633 h 758320"/>
                                  <a:gd name="connsiteX49" fmla="*/ 803081 w 1264257"/>
                                  <a:gd name="connsiteY49" fmla="*/ 137876 h 758320"/>
                                  <a:gd name="connsiteX50" fmla="*/ 779227 w 1264257"/>
                                  <a:gd name="connsiteY50" fmla="*/ 114022 h 758320"/>
                                  <a:gd name="connsiteX51" fmla="*/ 723568 w 1264257"/>
                                  <a:gd name="connsiteY51" fmla="*/ 82217 h 758320"/>
                                  <a:gd name="connsiteX52" fmla="*/ 699714 w 1264257"/>
                                  <a:gd name="connsiteY52" fmla="*/ 58363 h 758320"/>
                                  <a:gd name="connsiteX53" fmla="*/ 628153 w 1264257"/>
                                  <a:gd name="connsiteY53" fmla="*/ 34509 h 758320"/>
                                  <a:gd name="connsiteX54" fmla="*/ 604299 w 1264257"/>
                                  <a:gd name="connsiteY54" fmla="*/ 26558 h 758320"/>
                                  <a:gd name="connsiteX55" fmla="*/ 413467 w 1264257"/>
                                  <a:gd name="connsiteY55" fmla="*/ 18607 h 758320"/>
                                  <a:gd name="connsiteX56" fmla="*/ 373711 w 1264257"/>
                                  <a:gd name="connsiteY56" fmla="*/ 26558 h 758320"/>
                                  <a:gd name="connsiteX57" fmla="*/ 294198 w 1264257"/>
                                  <a:gd name="connsiteY57" fmla="*/ 34509 h 758320"/>
                                  <a:gd name="connsiteX58" fmla="*/ 294198 w 1264257"/>
                                  <a:gd name="connsiteY58" fmla="*/ 153779 h 758320"/>
                                  <a:gd name="connsiteX0" fmla="*/ 341906 w 1264257"/>
                                  <a:gd name="connsiteY0" fmla="*/ 66314 h 758320"/>
                                  <a:gd name="connsiteX1" fmla="*/ 270344 w 1264257"/>
                                  <a:gd name="connsiteY1" fmla="*/ 106071 h 758320"/>
                                  <a:gd name="connsiteX2" fmla="*/ 222636 w 1264257"/>
                                  <a:gd name="connsiteY2" fmla="*/ 121973 h 758320"/>
                                  <a:gd name="connsiteX3" fmla="*/ 190831 w 1264257"/>
                                  <a:gd name="connsiteY3" fmla="*/ 145827 h 758320"/>
                                  <a:gd name="connsiteX4" fmla="*/ 159026 w 1264257"/>
                                  <a:gd name="connsiteY4" fmla="*/ 177633 h 758320"/>
                                  <a:gd name="connsiteX5" fmla="*/ 119269 w 1264257"/>
                                  <a:gd name="connsiteY5" fmla="*/ 201487 h 758320"/>
                                  <a:gd name="connsiteX6" fmla="*/ 79513 w 1264257"/>
                                  <a:gd name="connsiteY6" fmla="*/ 241243 h 758320"/>
                                  <a:gd name="connsiteX7" fmla="*/ 47707 w 1264257"/>
                                  <a:gd name="connsiteY7" fmla="*/ 265097 h 758320"/>
                                  <a:gd name="connsiteX8" fmla="*/ 23853 w 1264257"/>
                                  <a:gd name="connsiteY8" fmla="*/ 304853 h 758320"/>
                                  <a:gd name="connsiteX9" fmla="*/ 7951 w 1264257"/>
                                  <a:gd name="connsiteY9" fmla="*/ 368464 h 758320"/>
                                  <a:gd name="connsiteX10" fmla="*/ 0 w 1264257"/>
                                  <a:gd name="connsiteY10" fmla="*/ 392318 h 758320"/>
                                  <a:gd name="connsiteX11" fmla="*/ 15902 w 1264257"/>
                                  <a:gd name="connsiteY11" fmla="*/ 416172 h 758320"/>
                                  <a:gd name="connsiteX12" fmla="*/ 174928 w 1264257"/>
                                  <a:gd name="connsiteY12" fmla="*/ 400269 h 758320"/>
                                  <a:gd name="connsiteX13" fmla="*/ 198782 w 1264257"/>
                                  <a:gd name="connsiteY13" fmla="*/ 392318 h 758320"/>
                                  <a:gd name="connsiteX14" fmla="*/ 222636 w 1264257"/>
                                  <a:gd name="connsiteY14" fmla="*/ 376415 h 758320"/>
                                  <a:gd name="connsiteX15" fmla="*/ 286247 w 1264257"/>
                                  <a:gd name="connsiteY15" fmla="*/ 344610 h 758320"/>
                                  <a:gd name="connsiteX16" fmla="*/ 326003 w 1264257"/>
                                  <a:gd name="connsiteY16" fmla="*/ 352561 h 758320"/>
                                  <a:gd name="connsiteX17" fmla="*/ 357808 w 1264257"/>
                                  <a:gd name="connsiteY17" fmla="*/ 368464 h 758320"/>
                                  <a:gd name="connsiteX18" fmla="*/ 381662 w 1264257"/>
                                  <a:gd name="connsiteY18" fmla="*/ 376415 h 758320"/>
                                  <a:gd name="connsiteX19" fmla="*/ 389613 w 1264257"/>
                                  <a:gd name="connsiteY19" fmla="*/ 400269 h 758320"/>
                                  <a:gd name="connsiteX20" fmla="*/ 421621 w 1264257"/>
                                  <a:gd name="connsiteY20" fmla="*/ 654813 h 758320"/>
                                  <a:gd name="connsiteX21" fmla="*/ 572768 w 1264257"/>
                                  <a:gd name="connsiteY21" fmla="*/ 758195 h 758320"/>
                                  <a:gd name="connsiteX22" fmla="*/ 657154 w 1264257"/>
                                  <a:gd name="connsiteY22" fmla="*/ 670633 h 758320"/>
                                  <a:gd name="connsiteX23" fmla="*/ 715617 w 1264257"/>
                                  <a:gd name="connsiteY23" fmla="*/ 455928 h 758320"/>
                                  <a:gd name="connsiteX24" fmla="*/ 779022 w 1264257"/>
                                  <a:gd name="connsiteY24" fmla="*/ 702538 h 758320"/>
                                  <a:gd name="connsiteX25" fmla="*/ 747422 w 1264257"/>
                                  <a:gd name="connsiteY25" fmla="*/ 535441 h 758320"/>
                                  <a:gd name="connsiteX26" fmla="*/ 795130 w 1264257"/>
                                  <a:gd name="connsiteY26" fmla="*/ 583149 h 758320"/>
                                  <a:gd name="connsiteX27" fmla="*/ 834887 w 1264257"/>
                                  <a:gd name="connsiteY27" fmla="*/ 638808 h 758320"/>
                                  <a:gd name="connsiteX28" fmla="*/ 858740 w 1264257"/>
                                  <a:gd name="connsiteY28" fmla="*/ 686516 h 758320"/>
                                  <a:gd name="connsiteX29" fmla="*/ 882594 w 1264257"/>
                                  <a:gd name="connsiteY29" fmla="*/ 702419 h 758320"/>
                                  <a:gd name="connsiteX30" fmla="*/ 970059 w 1264257"/>
                                  <a:gd name="connsiteY30" fmla="*/ 694467 h 758320"/>
                                  <a:gd name="connsiteX31" fmla="*/ 1001864 w 1264257"/>
                                  <a:gd name="connsiteY31" fmla="*/ 670613 h 758320"/>
                                  <a:gd name="connsiteX32" fmla="*/ 1025718 w 1264257"/>
                                  <a:gd name="connsiteY32" fmla="*/ 662662 h 758320"/>
                                  <a:gd name="connsiteX33" fmla="*/ 1057523 w 1264257"/>
                                  <a:gd name="connsiteY33" fmla="*/ 646760 h 758320"/>
                                  <a:gd name="connsiteX34" fmla="*/ 1081377 w 1264257"/>
                                  <a:gd name="connsiteY34" fmla="*/ 638808 h 758320"/>
                                  <a:gd name="connsiteX35" fmla="*/ 1137036 w 1264257"/>
                                  <a:gd name="connsiteY35" fmla="*/ 599052 h 758320"/>
                                  <a:gd name="connsiteX36" fmla="*/ 1160890 w 1264257"/>
                                  <a:gd name="connsiteY36" fmla="*/ 575198 h 758320"/>
                                  <a:gd name="connsiteX37" fmla="*/ 1208598 w 1264257"/>
                                  <a:gd name="connsiteY37" fmla="*/ 543393 h 758320"/>
                                  <a:gd name="connsiteX38" fmla="*/ 1264257 w 1264257"/>
                                  <a:gd name="connsiteY38" fmla="*/ 535441 h 758320"/>
                                  <a:gd name="connsiteX39" fmla="*/ 1248354 w 1264257"/>
                                  <a:gd name="connsiteY39" fmla="*/ 392318 h 758320"/>
                                  <a:gd name="connsiteX40" fmla="*/ 1232452 w 1264257"/>
                                  <a:gd name="connsiteY40" fmla="*/ 360513 h 758320"/>
                                  <a:gd name="connsiteX41" fmla="*/ 1224500 w 1264257"/>
                                  <a:gd name="connsiteY41" fmla="*/ 336659 h 758320"/>
                                  <a:gd name="connsiteX42" fmla="*/ 1168841 w 1264257"/>
                                  <a:gd name="connsiteY42" fmla="*/ 312805 h 758320"/>
                                  <a:gd name="connsiteX43" fmla="*/ 1113182 w 1264257"/>
                                  <a:gd name="connsiteY43" fmla="*/ 288951 h 758320"/>
                                  <a:gd name="connsiteX44" fmla="*/ 1081377 w 1264257"/>
                                  <a:gd name="connsiteY44" fmla="*/ 273048 h 758320"/>
                                  <a:gd name="connsiteX45" fmla="*/ 1025718 w 1264257"/>
                                  <a:gd name="connsiteY45" fmla="*/ 257146 h 758320"/>
                                  <a:gd name="connsiteX46" fmla="*/ 962107 w 1264257"/>
                                  <a:gd name="connsiteY46" fmla="*/ 217389 h 758320"/>
                                  <a:gd name="connsiteX47" fmla="*/ 906448 w 1264257"/>
                                  <a:gd name="connsiteY47" fmla="*/ 201487 h 758320"/>
                                  <a:gd name="connsiteX48" fmla="*/ 850789 w 1264257"/>
                                  <a:gd name="connsiteY48" fmla="*/ 177633 h 758320"/>
                                  <a:gd name="connsiteX49" fmla="*/ 803081 w 1264257"/>
                                  <a:gd name="connsiteY49" fmla="*/ 137876 h 758320"/>
                                  <a:gd name="connsiteX50" fmla="*/ 779227 w 1264257"/>
                                  <a:gd name="connsiteY50" fmla="*/ 114022 h 758320"/>
                                  <a:gd name="connsiteX51" fmla="*/ 723568 w 1264257"/>
                                  <a:gd name="connsiteY51" fmla="*/ 82217 h 758320"/>
                                  <a:gd name="connsiteX52" fmla="*/ 699714 w 1264257"/>
                                  <a:gd name="connsiteY52" fmla="*/ 58363 h 758320"/>
                                  <a:gd name="connsiteX53" fmla="*/ 628153 w 1264257"/>
                                  <a:gd name="connsiteY53" fmla="*/ 34509 h 758320"/>
                                  <a:gd name="connsiteX54" fmla="*/ 604299 w 1264257"/>
                                  <a:gd name="connsiteY54" fmla="*/ 26558 h 758320"/>
                                  <a:gd name="connsiteX55" fmla="*/ 413467 w 1264257"/>
                                  <a:gd name="connsiteY55" fmla="*/ 18607 h 758320"/>
                                  <a:gd name="connsiteX56" fmla="*/ 373711 w 1264257"/>
                                  <a:gd name="connsiteY56" fmla="*/ 26558 h 758320"/>
                                  <a:gd name="connsiteX57" fmla="*/ 294198 w 1264257"/>
                                  <a:gd name="connsiteY57" fmla="*/ 34509 h 758320"/>
                                  <a:gd name="connsiteX58" fmla="*/ 294198 w 1264257"/>
                                  <a:gd name="connsiteY58" fmla="*/ 153779 h 758320"/>
                                  <a:gd name="connsiteX0" fmla="*/ 341906 w 1264257"/>
                                  <a:gd name="connsiteY0" fmla="*/ 66314 h 758259"/>
                                  <a:gd name="connsiteX1" fmla="*/ 270344 w 1264257"/>
                                  <a:gd name="connsiteY1" fmla="*/ 106071 h 758259"/>
                                  <a:gd name="connsiteX2" fmla="*/ 222636 w 1264257"/>
                                  <a:gd name="connsiteY2" fmla="*/ 121973 h 758259"/>
                                  <a:gd name="connsiteX3" fmla="*/ 190831 w 1264257"/>
                                  <a:gd name="connsiteY3" fmla="*/ 145827 h 758259"/>
                                  <a:gd name="connsiteX4" fmla="*/ 159026 w 1264257"/>
                                  <a:gd name="connsiteY4" fmla="*/ 177633 h 758259"/>
                                  <a:gd name="connsiteX5" fmla="*/ 119269 w 1264257"/>
                                  <a:gd name="connsiteY5" fmla="*/ 201487 h 758259"/>
                                  <a:gd name="connsiteX6" fmla="*/ 79513 w 1264257"/>
                                  <a:gd name="connsiteY6" fmla="*/ 241243 h 758259"/>
                                  <a:gd name="connsiteX7" fmla="*/ 47707 w 1264257"/>
                                  <a:gd name="connsiteY7" fmla="*/ 265097 h 758259"/>
                                  <a:gd name="connsiteX8" fmla="*/ 23853 w 1264257"/>
                                  <a:gd name="connsiteY8" fmla="*/ 304853 h 758259"/>
                                  <a:gd name="connsiteX9" fmla="*/ 7951 w 1264257"/>
                                  <a:gd name="connsiteY9" fmla="*/ 368464 h 758259"/>
                                  <a:gd name="connsiteX10" fmla="*/ 0 w 1264257"/>
                                  <a:gd name="connsiteY10" fmla="*/ 392318 h 758259"/>
                                  <a:gd name="connsiteX11" fmla="*/ 15902 w 1264257"/>
                                  <a:gd name="connsiteY11" fmla="*/ 416172 h 758259"/>
                                  <a:gd name="connsiteX12" fmla="*/ 174928 w 1264257"/>
                                  <a:gd name="connsiteY12" fmla="*/ 400269 h 758259"/>
                                  <a:gd name="connsiteX13" fmla="*/ 198782 w 1264257"/>
                                  <a:gd name="connsiteY13" fmla="*/ 392318 h 758259"/>
                                  <a:gd name="connsiteX14" fmla="*/ 222636 w 1264257"/>
                                  <a:gd name="connsiteY14" fmla="*/ 376415 h 758259"/>
                                  <a:gd name="connsiteX15" fmla="*/ 286247 w 1264257"/>
                                  <a:gd name="connsiteY15" fmla="*/ 344610 h 758259"/>
                                  <a:gd name="connsiteX16" fmla="*/ 326003 w 1264257"/>
                                  <a:gd name="connsiteY16" fmla="*/ 352561 h 758259"/>
                                  <a:gd name="connsiteX17" fmla="*/ 357808 w 1264257"/>
                                  <a:gd name="connsiteY17" fmla="*/ 368464 h 758259"/>
                                  <a:gd name="connsiteX18" fmla="*/ 381662 w 1264257"/>
                                  <a:gd name="connsiteY18" fmla="*/ 376415 h 758259"/>
                                  <a:gd name="connsiteX19" fmla="*/ 389613 w 1264257"/>
                                  <a:gd name="connsiteY19" fmla="*/ 400269 h 758259"/>
                                  <a:gd name="connsiteX20" fmla="*/ 421621 w 1264257"/>
                                  <a:gd name="connsiteY20" fmla="*/ 654813 h 758259"/>
                                  <a:gd name="connsiteX21" fmla="*/ 572768 w 1264257"/>
                                  <a:gd name="connsiteY21" fmla="*/ 758195 h 758259"/>
                                  <a:gd name="connsiteX22" fmla="*/ 657154 w 1264257"/>
                                  <a:gd name="connsiteY22" fmla="*/ 670633 h 758259"/>
                                  <a:gd name="connsiteX23" fmla="*/ 715961 w 1264257"/>
                                  <a:gd name="connsiteY23" fmla="*/ 694586 h 758259"/>
                                  <a:gd name="connsiteX24" fmla="*/ 779022 w 1264257"/>
                                  <a:gd name="connsiteY24" fmla="*/ 702538 h 758259"/>
                                  <a:gd name="connsiteX25" fmla="*/ 747422 w 1264257"/>
                                  <a:gd name="connsiteY25" fmla="*/ 535441 h 758259"/>
                                  <a:gd name="connsiteX26" fmla="*/ 795130 w 1264257"/>
                                  <a:gd name="connsiteY26" fmla="*/ 583149 h 758259"/>
                                  <a:gd name="connsiteX27" fmla="*/ 834887 w 1264257"/>
                                  <a:gd name="connsiteY27" fmla="*/ 638808 h 758259"/>
                                  <a:gd name="connsiteX28" fmla="*/ 858740 w 1264257"/>
                                  <a:gd name="connsiteY28" fmla="*/ 686516 h 758259"/>
                                  <a:gd name="connsiteX29" fmla="*/ 882594 w 1264257"/>
                                  <a:gd name="connsiteY29" fmla="*/ 702419 h 758259"/>
                                  <a:gd name="connsiteX30" fmla="*/ 970059 w 1264257"/>
                                  <a:gd name="connsiteY30" fmla="*/ 694467 h 758259"/>
                                  <a:gd name="connsiteX31" fmla="*/ 1001864 w 1264257"/>
                                  <a:gd name="connsiteY31" fmla="*/ 670613 h 758259"/>
                                  <a:gd name="connsiteX32" fmla="*/ 1025718 w 1264257"/>
                                  <a:gd name="connsiteY32" fmla="*/ 662662 h 758259"/>
                                  <a:gd name="connsiteX33" fmla="*/ 1057523 w 1264257"/>
                                  <a:gd name="connsiteY33" fmla="*/ 646760 h 758259"/>
                                  <a:gd name="connsiteX34" fmla="*/ 1081377 w 1264257"/>
                                  <a:gd name="connsiteY34" fmla="*/ 638808 h 758259"/>
                                  <a:gd name="connsiteX35" fmla="*/ 1137036 w 1264257"/>
                                  <a:gd name="connsiteY35" fmla="*/ 599052 h 758259"/>
                                  <a:gd name="connsiteX36" fmla="*/ 1160890 w 1264257"/>
                                  <a:gd name="connsiteY36" fmla="*/ 575198 h 758259"/>
                                  <a:gd name="connsiteX37" fmla="*/ 1208598 w 1264257"/>
                                  <a:gd name="connsiteY37" fmla="*/ 543393 h 758259"/>
                                  <a:gd name="connsiteX38" fmla="*/ 1264257 w 1264257"/>
                                  <a:gd name="connsiteY38" fmla="*/ 535441 h 758259"/>
                                  <a:gd name="connsiteX39" fmla="*/ 1248354 w 1264257"/>
                                  <a:gd name="connsiteY39" fmla="*/ 392318 h 758259"/>
                                  <a:gd name="connsiteX40" fmla="*/ 1232452 w 1264257"/>
                                  <a:gd name="connsiteY40" fmla="*/ 360513 h 758259"/>
                                  <a:gd name="connsiteX41" fmla="*/ 1224500 w 1264257"/>
                                  <a:gd name="connsiteY41" fmla="*/ 336659 h 758259"/>
                                  <a:gd name="connsiteX42" fmla="*/ 1168841 w 1264257"/>
                                  <a:gd name="connsiteY42" fmla="*/ 312805 h 758259"/>
                                  <a:gd name="connsiteX43" fmla="*/ 1113182 w 1264257"/>
                                  <a:gd name="connsiteY43" fmla="*/ 288951 h 758259"/>
                                  <a:gd name="connsiteX44" fmla="*/ 1081377 w 1264257"/>
                                  <a:gd name="connsiteY44" fmla="*/ 273048 h 758259"/>
                                  <a:gd name="connsiteX45" fmla="*/ 1025718 w 1264257"/>
                                  <a:gd name="connsiteY45" fmla="*/ 257146 h 758259"/>
                                  <a:gd name="connsiteX46" fmla="*/ 962107 w 1264257"/>
                                  <a:gd name="connsiteY46" fmla="*/ 217389 h 758259"/>
                                  <a:gd name="connsiteX47" fmla="*/ 906448 w 1264257"/>
                                  <a:gd name="connsiteY47" fmla="*/ 201487 h 758259"/>
                                  <a:gd name="connsiteX48" fmla="*/ 850789 w 1264257"/>
                                  <a:gd name="connsiteY48" fmla="*/ 177633 h 758259"/>
                                  <a:gd name="connsiteX49" fmla="*/ 803081 w 1264257"/>
                                  <a:gd name="connsiteY49" fmla="*/ 137876 h 758259"/>
                                  <a:gd name="connsiteX50" fmla="*/ 779227 w 1264257"/>
                                  <a:gd name="connsiteY50" fmla="*/ 114022 h 758259"/>
                                  <a:gd name="connsiteX51" fmla="*/ 723568 w 1264257"/>
                                  <a:gd name="connsiteY51" fmla="*/ 82217 h 758259"/>
                                  <a:gd name="connsiteX52" fmla="*/ 699714 w 1264257"/>
                                  <a:gd name="connsiteY52" fmla="*/ 58363 h 758259"/>
                                  <a:gd name="connsiteX53" fmla="*/ 628153 w 1264257"/>
                                  <a:gd name="connsiteY53" fmla="*/ 34509 h 758259"/>
                                  <a:gd name="connsiteX54" fmla="*/ 604299 w 1264257"/>
                                  <a:gd name="connsiteY54" fmla="*/ 26558 h 758259"/>
                                  <a:gd name="connsiteX55" fmla="*/ 413467 w 1264257"/>
                                  <a:gd name="connsiteY55" fmla="*/ 18607 h 758259"/>
                                  <a:gd name="connsiteX56" fmla="*/ 373711 w 1264257"/>
                                  <a:gd name="connsiteY56" fmla="*/ 26558 h 758259"/>
                                  <a:gd name="connsiteX57" fmla="*/ 294198 w 1264257"/>
                                  <a:gd name="connsiteY57" fmla="*/ 34509 h 758259"/>
                                  <a:gd name="connsiteX58" fmla="*/ 294198 w 1264257"/>
                                  <a:gd name="connsiteY58" fmla="*/ 153779 h 758259"/>
                                  <a:gd name="connsiteX0" fmla="*/ 341906 w 1264257"/>
                                  <a:gd name="connsiteY0" fmla="*/ 66314 h 758259"/>
                                  <a:gd name="connsiteX1" fmla="*/ 270344 w 1264257"/>
                                  <a:gd name="connsiteY1" fmla="*/ 106071 h 758259"/>
                                  <a:gd name="connsiteX2" fmla="*/ 222636 w 1264257"/>
                                  <a:gd name="connsiteY2" fmla="*/ 121973 h 758259"/>
                                  <a:gd name="connsiteX3" fmla="*/ 190831 w 1264257"/>
                                  <a:gd name="connsiteY3" fmla="*/ 145827 h 758259"/>
                                  <a:gd name="connsiteX4" fmla="*/ 159026 w 1264257"/>
                                  <a:gd name="connsiteY4" fmla="*/ 177633 h 758259"/>
                                  <a:gd name="connsiteX5" fmla="*/ 119269 w 1264257"/>
                                  <a:gd name="connsiteY5" fmla="*/ 201487 h 758259"/>
                                  <a:gd name="connsiteX6" fmla="*/ 79513 w 1264257"/>
                                  <a:gd name="connsiteY6" fmla="*/ 241243 h 758259"/>
                                  <a:gd name="connsiteX7" fmla="*/ 47707 w 1264257"/>
                                  <a:gd name="connsiteY7" fmla="*/ 265097 h 758259"/>
                                  <a:gd name="connsiteX8" fmla="*/ 23853 w 1264257"/>
                                  <a:gd name="connsiteY8" fmla="*/ 304853 h 758259"/>
                                  <a:gd name="connsiteX9" fmla="*/ 7951 w 1264257"/>
                                  <a:gd name="connsiteY9" fmla="*/ 368464 h 758259"/>
                                  <a:gd name="connsiteX10" fmla="*/ 0 w 1264257"/>
                                  <a:gd name="connsiteY10" fmla="*/ 392318 h 758259"/>
                                  <a:gd name="connsiteX11" fmla="*/ 15902 w 1264257"/>
                                  <a:gd name="connsiteY11" fmla="*/ 416172 h 758259"/>
                                  <a:gd name="connsiteX12" fmla="*/ 174928 w 1264257"/>
                                  <a:gd name="connsiteY12" fmla="*/ 400269 h 758259"/>
                                  <a:gd name="connsiteX13" fmla="*/ 198782 w 1264257"/>
                                  <a:gd name="connsiteY13" fmla="*/ 392318 h 758259"/>
                                  <a:gd name="connsiteX14" fmla="*/ 222636 w 1264257"/>
                                  <a:gd name="connsiteY14" fmla="*/ 376415 h 758259"/>
                                  <a:gd name="connsiteX15" fmla="*/ 232632 w 1264257"/>
                                  <a:gd name="connsiteY15" fmla="*/ 560784 h 758259"/>
                                  <a:gd name="connsiteX16" fmla="*/ 326003 w 1264257"/>
                                  <a:gd name="connsiteY16" fmla="*/ 352561 h 758259"/>
                                  <a:gd name="connsiteX17" fmla="*/ 357808 w 1264257"/>
                                  <a:gd name="connsiteY17" fmla="*/ 368464 h 758259"/>
                                  <a:gd name="connsiteX18" fmla="*/ 381662 w 1264257"/>
                                  <a:gd name="connsiteY18" fmla="*/ 376415 h 758259"/>
                                  <a:gd name="connsiteX19" fmla="*/ 389613 w 1264257"/>
                                  <a:gd name="connsiteY19" fmla="*/ 400269 h 758259"/>
                                  <a:gd name="connsiteX20" fmla="*/ 421621 w 1264257"/>
                                  <a:gd name="connsiteY20" fmla="*/ 654813 h 758259"/>
                                  <a:gd name="connsiteX21" fmla="*/ 572768 w 1264257"/>
                                  <a:gd name="connsiteY21" fmla="*/ 758195 h 758259"/>
                                  <a:gd name="connsiteX22" fmla="*/ 657154 w 1264257"/>
                                  <a:gd name="connsiteY22" fmla="*/ 670633 h 758259"/>
                                  <a:gd name="connsiteX23" fmla="*/ 715961 w 1264257"/>
                                  <a:gd name="connsiteY23" fmla="*/ 694586 h 758259"/>
                                  <a:gd name="connsiteX24" fmla="*/ 779022 w 1264257"/>
                                  <a:gd name="connsiteY24" fmla="*/ 702538 h 758259"/>
                                  <a:gd name="connsiteX25" fmla="*/ 747422 w 1264257"/>
                                  <a:gd name="connsiteY25" fmla="*/ 535441 h 758259"/>
                                  <a:gd name="connsiteX26" fmla="*/ 795130 w 1264257"/>
                                  <a:gd name="connsiteY26" fmla="*/ 583149 h 758259"/>
                                  <a:gd name="connsiteX27" fmla="*/ 834887 w 1264257"/>
                                  <a:gd name="connsiteY27" fmla="*/ 638808 h 758259"/>
                                  <a:gd name="connsiteX28" fmla="*/ 858740 w 1264257"/>
                                  <a:gd name="connsiteY28" fmla="*/ 686516 h 758259"/>
                                  <a:gd name="connsiteX29" fmla="*/ 882594 w 1264257"/>
                                  <a:gd name="connsiteY29" fmla="*/ 702419 h 758259"/>
                                  <a:gd name="connsiteX30" fmla="*/ 970059 w 1264257"/>
                                  <a:gd name="connsiteY30" fmla="*/ 694467 h 758259"/>
                                  <a:gd name="connsiteX31" fmla="*/ 1001864 w 1264257"/>
                                  <a:gd name="connsiteY31" fmla="*/ 670613 h 758259"/>
                                  <a:gd name="connsiteX32" fmla="*/ 1025718 w 1264257"/>
                                  <a:gd name="connsiteY32" fmla="*/ 662662 h 758259"/>
                                  <a:gd name="connsiteX33" fmla="*/ 1057523 w 1264257"/>
                                  <a:gd name="connsiteY33" fmla="*/ 646760 h 758259"/>
                                  <a:gd name="connsiteX34" fmla="*/ 1081377 w 1264257"/>
                                  <a:gd name="connsiteY34" fmla="*/ 638808 h 758259"/>
                                  <a:gd name="connsiteX35" fmla="*/ 1137036 w 1264257"/>
                                  <a:gd name="connsiteY35" fmla="*/ 599052 h 758259"/>
                                  <a:gd name="connsiteX36" fmla="*/ 1160890 w 1264257"/>
                                  <a:gd name="connsiteY36" fmla="*/ 575198 h 758259"/>
                                  <a:gd name="connsiteX37" fmla="*/ 1208598 w 1264257"/>
                                  <a:gd name="connsiteY37" fmla="*/ 543393 h 758259"/>
                                  <a:gd name="connsiteX38" fmla="*/ 1264257 w 1264257"/>
                                  <a:gd name="connsiteY38" fmla="*/ 535441 h 758259"/>
                                  <a:gd name="connsiteX39" fmla="*/ 1248354 w 1264257"/>
                                  <a:gd name="connsiteY39" fmla="*/ 392318 h 758259"/>
                                  <a:gd name="connsiteX40" fmla="*/ 1232452 w 1264257"/>
                                  <a:gd name="connsiteY40" fmla="*/ 360513 h 758259"/>
                                  <a:gd name="connsiteX41" fmla="*/ 1224500 w 1264257"/>
                                  <a:gd name="connsiteY41" fmla="*/ 336659 h 758259"/>
                                  <a:gd name="connsiteX42" fmla="*/ 1168841 w 1264257"/>
                                  <a:gd name="connsiteY42" fmla="*/ 312805 h 758259"/>
                                  <a:gd name="connsiteX43" fmla="*/ 1113182 w 1264257"/>
                                  <a:gd name="connsiteY43" fmla="*/ 288951 h 758259"/>
                                  <a:gd name="connsiteX44" fmla="*/ 1081377 w 1264257"/>
                                  <a:gd name="connsiteY44" fmla="*/ 273048 h 758259"/>
                                  <a:gd name="connsiteX45" fmla="*/ 1025718 w 1264257"/>
                                  <a:gd name="connsiteY45" fmla="*/ 257146 h 758259"/>
                                  <a:gd name="connsiteX46" fmla="*/ 962107 w 1264257"/>
                                  <a:gd name="connsiteY46" fmla="*/ 217389 h 758259"/>
                                  <a:gd name="connsiteX47" fmla="*/ 906448 w 1264257"/>
                                  <a:gd name="connsiteY47" fmla="*/ 201487 h 758259"/>
                                  <a:gd name="connsiteX48" fmla="*/ 850789 w 1264257"/>
                                  <a:gd name="connsiteY48" fmla="*/ 177633 h 758259"/>
                                  <a:gd name="connsiteX49" fmla="*/ 803081 w 1264257"/>
                                  <a:gd name="connsiteY49" fmla="*/ 137876 h 758259"/>
                                  <a:gd name="connsiteX50" fmla="*/ 779227 w 1264257"/>
                                  <a:gd name="connsiteY50" fmla="*/ 114022 h 758259"/>
                                  <a:gd name="connsiteX51" fmla="*/ 723568 w 1264257"/>
                                  <a:gd name="connsiteY51" fmla="*/ 82217 h 758259"/>
                                  <a:gd name="connsiteX52" fmla="*/ 699714 w 1264257"/>
                                  <a:gd name="connsiteY52" fmla="*/ 58363 h 758259"/>
                                  <a:gd name="connsiteX53" fmla="*/ 628153 w 1264257"/>
                                  <a:gd name="connsiteY53" fmla="*/ 34509 h 758259"/>
                                  <a:gd name="connsiteX54" fmla="*/ 604299 w 1264257"/>
                                  <a:gd name="connsiteY54" fmla="*/ 26558 h 758259"/>
                                  <a:gd name="connsiteX55" fmla="*/ 413467 w 1264257"/>
                                  <a:gd name="connsiteY55" fmla="*/ 18607 h 758259"/>
                                  <a:gd name="connsiteX56" fmla="*/ 373711 w 1264257"/>
                                  <a:gd name="connsiteY56" fmla="*/ 26558 h 758259"/>
                                  <a:gd name="connsiteX57" fmla="*/ 294198 w 1264257"/>
                                  <a:gd name="connsiteY57" fmla="*/ 34509 h 758259"/>
                                  <a:gd name="connsiteX58" fmla="*/ 294198 w 1264257"/>
                                  <a:gd name="connsiteY58" fmla="*/ 153779 h 758259"/>
                                  <a:gd name="connsiteX0" fmla="*/ 341906 w 1264257"/>
                                  <a:gd name="connsiteY0" fmla="*/ 66314 h 758259"/>
                                  <a:gd name="connsiteX1" fmla="*/ 270344 w 1264257"/>
                                  <a:gd name="connsiteY1" fmla="*/ 106071 h 758259"/>
                                  <a:gd name="connsiteX2" fmla="*/ 222636 w 1264257"/>
                                  <a:gd name="connsiteY2" fmla="*/ 121973 h 758259"/>
                                  <a:gd name="connsiteX3" fmla="*/ 190831 w 1264257"/>
                                  <a:gd name="connsiteY3" fmla="*/ 145827 h 758259"/>
                                  <a:gd name="connsiteX4" fmla="*/ 159026 w 1264257"/>
                                  <a:gd name="connsiteY4" fmla="*/ 177633 h 758259"/>
                                  <a:gd name="connsiteX5" fmla="*/ 119269 w 1264257"/>
                                  <a:gd name="connsiteY5" fmla="*/ 201487 h 758259"/>
                                  <a:gd name="connsiteX6" fmla="*/ 79513 w 1264257"/>
                                  <a:gd name="connsiteY6" fmla="*/ 241243 h 758259"/>
                                  <a:gd name="connsiteX7" fmla="*/ 47707 w 1264257"/>
                                  <a:gd name="connsiteY7" fmla="*/ 265097 h 758259"/>
                                  <a:gd name="connsiteX8" fmla="*/ 23853 w 1264257"/>
                                  <a:gd name="connsiteY8" fmla="*/ 304853 h 758259"/>
                                  <a:gd name="connsiteX9" fmla="*/ 7951 w 1264257"/>
                                  <a:gd name="connsiteY9" fmla="*/ 368464 h 758259"/>
                                  <a:gd name="connsiteX10" fmla="*/ 0 w 1264257"/>
                                  <a:gd name="connsiteY10" fmla="*/ 392318 h 758259"/>
                                  <a:gd name="connsiteX11" fmla="*/ 15902 w 1264257"/>
                                  <a:gd name="connsiteY11" fmla="*/ 416172 h 758259"/>
                                  <a:gd name="connsiteX12" fmla="*/ 174928 w 1264257"/>
                                  <a:gd name="connsiteY12" fmla="*/ 400269 h 758259"/>
                                  <a:gd name="connsiteX13" fmla="*/ 198782 w 1264257"/>
                                  <a:gd name="connsiteY13" fmla="*/ 392318 h 758259"/>
                                  <a:gd name="connsiteX14" fmla="*/ 222636 w 1264257"/>
                                  <a:gd name="connsiteY14" fmla="*/ 376415 h 758259"/>
                                  <a:gd name="connsiteX15" fmla="*/ 232632 w 1264257"/>
                                  <a:gd name="connsiteY15" fmla="*/ 560784 h 758259"/>
                                  <a:gd name="connsiteX16" fmla="*/ 326003 w 1264257"/>
                                  <a:gd name="connsiteY16" fmla="*/ 352561 h 758259"/>
                                  <a:gd name="connsiteX17" fmla="*/ 357808 w 1264257"/>
                                  <a:gd name="connsiteY17" fmla="*/ 368464 h 758259"/>
                                  <a:gd name="connsiteX18" fmla="*/ 389613 w 1264257"/>
                                  <a:gd name="connsiteY18" fmla="*/ 400269 h 758259"/>
                                  <a:gd name="connsiteX19" fmla="*/ 421621 w 1264257"/>
                                  <a:gd name="connsiteY19" fmla="*/ 654813 h 758259"/>
                                  <a:gd name="connsiteX20" fmla="*/ 572768 w 1264257"/>
                                  <a:gd name="connsiteY20" fmla="*/ 758195 h 758259"/>
                                  <a:gd name="connsiteX21" fmla="*/ 657154 w 1264257"/>
                                  <a:gd name="connsiteY21" fmla="*/ 670633 h 758259"/>
                                  <a:gd name="connsiteX22" fmla="*/ 715961 w 1264257"/>
                                  <a:gd name="connsiteY22" fmla="*/ 694586 h 758259"/>
                                  <a:gd name="connsiteX23" fmla="*/ 779022 w 1264257"/>
                                  <a:gd name="connsiteY23" fmla="*/ 702538 h 758259"/>
                                  <a:gd name="connsiteX24" fmla="*/ 747422 w 1264257"/>
                                  <a:gd name="connsiteY24" fmla="*/ 535441 h 758259"/>
                                  <a:gd name="connsiteX25" fmla="*/ 795130 w 1264257"/>
                                  <a:gd name="connsiteY25" fmla="*/ 583149 h 758259"/>
                                  <a:gd name="connsiteX26" fmla="*/ 834887 w 1264257"/>
                                  <a:gd name="connsiteY26" fmla="*/ 638808 h 758259"/>
                                  <a:gd name="connsiteX27" fmla="*/ 858740 w 1264257"/>
                                  <a:gd name="connsiteY27" fmla="*/ 686516 h 758259"/>
                                  <a:gd name="connsiteX28" fmla="*/ 882594 w 1264257"/>
                                  <a:gd name="connsiteY28" fmla="*/ 702419 h 758259"/>
                                  <a:gd name="connsiteX29" fmla="*/ 970059 w 1264257"/>
                                  <a:gd name="connsiteY29" fmla="*/ 694467 h 758259"/>
                                  <a:gd name="connsiteX30" fmla="*/ 1001864 w 1264257"/>
                                  <a:gd name="connsiteY30" fmla="*/ 670613 h 758259"/>
                                  <a:gd name="connsiteX31" fmla="*/ 1025718 w 1264257"/>
                                  <a:gd name="connsiteY31" fmla="*/ 662662 h 758259"/>
                                  <a:gd name="connsiteX32" fmla="*/ 1057523 w 1264257"/>
                                  <a:gd name="connsiteY32" fmla="*/ 646760 h 758259"/>
                                  <a:gd name="connsiteX33" fmla="*/ 1081377 w 1264257"/>
                                  <a:gd name="connsiteY33" fmla="*/ 638808 h 758259"/>
                                  <a:gd name="connsiteX34" fmla="*/ 1137036 w 1264257"/>
                                  <a:gd name="connsiteY34" fmla="*/ 599052 h 758259"/>
                                  <a:gd name="connsiteX35" fmla="*/ 1160890 w 1264257"/>
                                  <a:gd name="connsiteY35" fmla="*/ 575198 h 758259"/>
                                  <a:gd name="connsiteX36" fmla="*/ 1208598 w 1264257"/>
                                  <a:gd name="connsiteY36" fmla="*/ 543393 h 758259"/>
                                  <a:gd name="connsiteX37" fmla="*/ 1264257 w 1264257"/>
                                  <a:gd name="connsiteY37" fmla="*/ 535441 h 758259"/>
                                  <a:gd name="connsiteX38" fmla="*/ 1248354 w 1264257"/>
                                  <a:gd name="connsiteY38" fmla="*/ 392318 h 758259"/>
                                  <a:gd name="connsiteX39" fmla="*/ 1232452 w 1264257"/>
                                  <a:gd name="connsiteY39" fmla="*/ 360513 h 758259"/>
                                  <a:gd name="connsiteX40" fmla="*/ 1224500 w 1264257"/>
                                  <a:gd name="connsiteY40" fmla="*/ 336659 h 758259"/>
                                  <a:gd name="connsiteX41" fmla="*/ 1168841 w 1264257"/>
                                  <a:gd name="connsiteY41" fmla="*/ 312805 h 758259"/>
                                  <a:gd name="connsiteX42" fmla="*/ 1113182 w 1264257"/>
                                  <a:gd name="connsiteY42" fmla="*/ 288951 h 758259"/>
                                  <a:gd name="connsiteX43" fmla="*/ 1081377 w 1264257"/>
                                  <a:gd name="connsiteY43" fmla="*/ 273048 h 758259"/>
                                  <a:gd name="connsiteX44" fmla="*/ 1025718 w 1264257"/>
                                  <a:gd name="connsiteY44" fmla="*/ 257146 h 758259"/>
                                  <a:gd name="connsiteX45" fmla="*/ 962107 w 1264257"/>
                                  <a:gd name="connsiteY45" fmla="*/ 217389 h 758259"/>
                                  <a:gd name="connsiteX46" fmla="*/ 906448 w 1264257"/>
                                  <a:gd name="connsiteY46" fmla="*/ 201487 h 758259"/>
                                  <a:gd name="connsiteX47" fmla="*/ 850789 w 1264257"/>
                                  <a:gd name="connsiteY47" fmla="*/ 177633 h 758259"/>
                                  <a:gd name="connsiteX48" fmla="*/ 803081 w 1264257"/>
                                  <a:gd name="connsiteY48" fmla="*/ 137876 h 758259"/>
                                  <a:gd name="connsiteX49" fmla="*/ 779227 w 1264257"/>
                                  <a:gd name="connsiteY49" fmla="*/ 114022 h 758259"/>
                                  <a:gd name="connsiteX50" fmla="*/ 723568 w 1264257"/>
                                  <a:gd name="connsiteY50" fmla="*/ 82217 h 758259"/>
                                  <a:gd name="connsiteX51" fmla="*/ 699714 w 1264257"/>
                                  <a:gd name="connsiteY51" fmla="*/ 58363 h 758259"/>
                                  <a:gd name="connsiteX52" fmla="*/ 628153 w 1264257"/>
                                  <a:gd name="connsiteY52" fmla="*/ 34509 h 758259"/>
                                  <a:gd name="connsiteX53" fmla="*/ 604299 w 1264257"/>
                                  <a:gd name="connsiteY53" fmla="*/ 26558 h 758259"/>
                                  <a:gd name="connsiteX54" fmla="*/ 413467 w 1264257"/>
                                  <a:gd name="connsiteY54" fmla="*/ 18607 h 758259"/>
                                  <a:gd name="connsiteX55" fmla="*/ 373711 w 1264257"/>
                                  <a:gd name="connsiteY55" fmla="*/ 26558 h 758259"/>
                                  <a:gd name="connsiteX56" fmla="*/ 294198 w 1264257"/>
                                  <a:gd name="connsiteY56" fmla="*/ 34509 h 758259"/>
                                  <a:gd name="connsiteX57" fmla="*/ 294198 w 1264257"/>
                                  <a:gd name="connsiteY57" fmla="*/ 153779 h 758259"/>
                                  <a:gd name="connsiteX0" fmla="*/ 341906 w 1264257"/>
                                  <a:gd name="connsiteY0" fmla="*/ 66314 h 758259"/>
                                  <a:gd name="connsiteX1" fmla="*/ 270344 w 1264257"/>
                                  <a:gd name="connsiteY1" fmla="*/ 106071 h 758259"/>
                                  <a:gd name="connsiteX2" fmla="*/ 222636 w 1264257"/>
                                  <a:gd name="connsiteY2" fmla="*/ 121973 h 758259"/>
                                  <a:gd name="connsiteX3" fmla="*/ 190831 w 1264257"/>
                                  <a:gd name="connsiteY3" fmla="*/ 145827 h 758259"/>
                                  <a:gd name="connsiteX4" fmla="*/ 159026 w 1264257"/>
                                  <a:gd name="connsiteY4" fmla="*/ 177633 h 758259"/>
                                  <a:gd name="connsiteX5" fmla="*/ 119269 w 1264257"/>
                                  <a:gd name="connsiteY5" fmla="*/ 201487 h 758259"/>
                                  <a:gd name="connsiteX6" fmla="*/ 79513 w 1264257"/>
                                  <a:gd name="connsiteY6" fmla="*/ 241243 h 758259"/>
                                  <a:gd name="connsiteX7" fmla="*/ 47707 w 1264257"/>
                                  <a:gd name="connsiteY7" fmla="*/ 265097 h 758259"/>
                                  <a:gd name="connsiteX8" fmla="*/ 23853 w 1264257"/>
                                  <a:gd name="connsiteY8" fmla="*/ 304853 h 758259"/>
                                  <a:gd name="connsiteX9" fmla="*/ 7951 w 1264257"/>
                                  <a:gd name="connsiteY9" fmla="*/ 368464 h 758259"/>
                                  <a:gd name="connsiteX10" fmla="*/ 0 w 1264257"/>
                                  <a:gd name="connsiteY10" fmla="*/ 392318 h 758259"/>
                                  <a:gd name="connsiteX11" fmla="*/ 15902 w 1264257"/>
                                  <a:gd name="connsiteY11" fmla="*/ 416172 h 758259"/>
                                  <a:gd name="connsiteX12" fmla="*/ 174928 w 1264257"/>
                                  <a:gd name="connsiteY12" fmla="*/ 400269 h 758259"/>
                                  <a:gd name="connsiteX13" fmla="*/ 198782 w 1264257"/>
                                  <a:gd name="connsiteY13" fmla="*/ 392318 h 758259"/>
                                  <a:gd name="connsiteX14" fmla="*/ 222636 w 1264257"/>
                                  <a:gd name="connsiteY14" fmla="*/ 376415 h 758259"/>
                                  <a:gd name="connsiteX15" fmla="*/ 232632 w 1264257"/>
                                  <a:gd name="connsiteY15" fmla="*/ 560784 h 758259"/>
                                  <a:gd name="connsiteX16" fmla="*/ 326003 w 1264257"/>
                                  <a:gd name="connsiteY16" fmla="*/ 352561 h 758259"/>
                                  <a:gd name="connsiteX17" fmla="*/ 389613 w 1264257"/>
                                  <a:gd name="connsiteY17" fmla="*/ 400269 h 758259"/>
                                  <a:gd name="connsiteX18" fmla="*/ 421621 w 1264257"/>
                                  <a:gd name="connsiteY18" fmla="*/ 654813 h 758259"/>
                                  <a:gd name="connsiteX19" fmla="*/ 572768 w 1264257"/>
                                  <a:gd name="connsiteY19" fmla="*/ 758195 h 758259"/>
                                  <a:gd name="connsiteX20" fmla="*/ 657154 w 1264257"/>
                                  <a:gd name="connsiteY20" fmla="*/ 670633 h 758259"/>
                                  <a:gd name="connsiteX21" fmla="*/ 715961 w 1264257"/>
                                  <a:gd name="connsiteY21" fmla="*/ 694586 h 758259"/>
                                  <a:gd name="connsiteX22" fmla="*/ 779022 w 1264257"/>
                                  <a:gd name="connsiteY22" fmla="*/ 702538 h 758259"/>
                                  <a:gd name="connsiteX23" fmla="*/ 747422 w 1264257"/>
                                  <a:gd name="connsiteY23" fmla="*/ 535441 h 758259"/>
                                  <a:gd name="connsiteX24" fmla="*/ 795130 w 1264257"/>
                                  <a:gd name="connsiteY24" fmla="*/ 583149 h 758259"/>
                                  <a:gd name="connsiteX25" fmla="*/ 834887 w 1264257"/>
                                  <a:gd name="connsiteY25" fmla="*/ 638808 h 758259"/>
                                  <a:gd name="connsiteX26" fmla="*/ 858740 w 1264257"/>
                                  <a:gd name="connsiteY26" fmla="*/ 686516 h 758259"/>
                                  <a:gd name="connsiteX27" fmla="*/ 882594 w 1264257"/>
                                  <a:gd name="connsiteY27" fmla="*/ 702419 h 758259"/>
                                  <a:gd name="connsiteX28" fmla="*/ 970059 w 1264257"/>
                                  <a:gd name="connsiteY28" fmla="*/ 694467 h 758259"/>
                                  <a:gd name="connsiteX29" fmla="*/ 1001864 w 1264257"/>
                                  <a:gd name="connsiteY29" fmla="*/ 670613 h 758259"/>
                                  <a:gd name="connsiteX30" fmla="*/ 1025718 w 1264257"/>
                                  <a:gd name="connsiteY30" fmla="*/ 662662 h 758259"/>
                                  <a:gd name="connsiteX31" fmla="*/ 1057523 w 1264257"/>
                                  <a:gd name="connsiteY31" fmla="*/ 646760 h 758259"/>
                                  <a:gd name="connsiteX32" fmla="*/ 1081377 w 1264257"/>
                                  <a:gd name="connsiteY32" fmla="*/ 638808 h 758259"/>
                                  <a:gd name="connsiteX33" fmla="*/ 1137036 w 1264257"/>
                                  <a:gd name="connsiteY33" fmla="*/ 599052 h 758259"/>
                                  <a:gd name="connsiteX34" fmla="*/ 1160890 w 1264257"/>
                                  <a:gd name="connsiteY34" fmla="*/ 575198 h 758259"/>
                                  <a:gd name="connsiteX35" fmla="*/ 1208598 w 1264257"/>
                                  <a:gd name="connsiteY35" fmla="*/ 543393 h 758259"/>
                                  <a:gd name="connsiteX36" fmla="*/ 1264257 w 1264257"/>
                                  <a:gd name="connsiteY36" fmla="*/ 535441 h 758259"/>
                                  <a:gd name="connsiteX37" fmla="*/ 1248354 w 1264257"/>
                                  <a:gd name="connsiteY37" fmla="*/ 392318 h 758259"/>
                                  <a:gd name="connsiteX38" fmla="*/ 1232452 w 1264257"/>
                                  <a:gd name="connsiteY38" fmla="*/ 360513 h 758259"/>
                                  <a:gd name="connsiteX39" fmla="*/ 1224500 w 1264257"/>
                                  <a:gd name="connsiteY39" fmla="*/ 336659 h 758259"/>
                                  <a:gd name="connsiteX40" fmla="*/ 1168841 w 1264257"/>
                                  <a:gd name="connsiteY40" fmla="*/ 312805 h 758259"/>
                                  <a:gd name="connsiteX41" fmla="*/ 1113182 w 1264257"/>
                                  <a:gd name="connsiteY41" fmla="*/ 288951 h 758259"/>
                                  <a:gd name="connsiteX42" fmla="*/ 1081377 w 1264257"/>
                                  <a:gd name="connsiteY42" fmla="*/ 273048 h 758259"/>
                                  <a:gd name="connsiteX43" fmla="*/ 1025718 w 1264257"/>
                                  <a:gd name="connsiteY43" fmla="*/ 257146 h 758259"/>
                                  <a:gd name="connsiteX44" fmla="*/ 962107 w 1264257"/>
                                  <a:gd name="connsiteY44" fmla="*/ 217389 h 758259"/>
                                  <a:gd name="connsiteX45" fmla="*/ 906448 w 1264257"/>
                                  <a:gd name="connsiteY45" fmla="*/ 201487 h 758259"/>
                                  <a:gd name="connsiteX46" fmla="*/ 850789 w 1264257"/>
                                  <a:gd name="connsiteY46" fmla="*/ 177633 h 758259"/>
                                  <a:gd name="connsiteX47" fmla="*/ 803081 w 1264257"/>
                                  <a:gd name="connsiteY47" fmla="*/ 137876 h 758259"/>
                                  <a:gd name="connsiteX48" fmla="*/ 779227 w 1264257"/>
                                  <a:gd name="connsiteY48" fmla="*/ 114022 h 758259"/>
                                  <a:gd name="connsiteX49" fmla="*/ 723568 w 1264257"/>
                                  <a:gd name="connsiteY49" fmla="*/ 82217 h 758259"/>
                                  <a:gd name="connsiteX50" fmla="*/ 699714 w 1264257"/>
                                  <a:gd name="connsiteY50" fmla="*/ 58363 h 758259"/>
                                  <a:gd name="connsiteX51" fmla="*/ 628153 w 1264257"/>
                                  <a:gd name="connsiteY51" fmla="*/ 34509 h 758259"/>
                                  <a:gd name="connsiteX52" fmla="*/ 604299 w 1264257"/>
                                  <a:gd name="connsiteY52" fmla="*/ 26558 h 758259"/>
                                  <a:gd name="connsiteX53" fmla="*/ 413467 w 1264257"/>
                                  <a:gd name="connsiteY53" fmla="*/ 18607 h 758259"/>
                                  <a:gd name="connsiteX54" fmla="*/ 373711 w 1264257"/>
                                  <a:gd name="connsiteY54" fmla="*/ 26558 h 758259"/>
                                  <a:gd name="connsiteX55" fmla="*/ 294198 w 1264257"/>
                                  <a:gd name="connsiteY55" fmla="*/ 34509 h 758259"/>
                                  <a:gd name="connsiteX56" fmla="*/ 294198 w 1264257"/>
                                  <a:gd name="connsiteY56" fmla="*/ 153779 h 758259"/>
                                  <a:gd name="connsiteX0" fmla="*/ 341906 w 1264257"/>
                                  <a:gd name="connsiteY0" fmla="*/ 66314 h 758259"/>
                                  <a:gd name="connsiteX1" fmla="*/ 270344 w 1264257"/>
                                  <a:gd name="connsiteY1" fmla="*/ 106071 h 758259"/>
                                  <a:gd name="connsiteX2" fmla="*/ 222636 w 1264257"/>
                                  <a:gd name="connsiteY2" fmla="*/ 121973 h 758259"/>
                                  <a:gd name="connsiteX3" fmla="*/ 190831 w 1264257"/>
                                  <a:gd name="connsiteY3" fmla="*/ 145827 h 758259"/>
                                  <a:gd name="connsiteX4" fmla="*/ 159026 w 1264257"/>
                                  <a:gd name="connsiteY4" fmla="*/ 177633 h 758259"/>
                                  <a:gd name="connsiteX5" fmla="*/ 119269 w 1264257"/>
                                  <a:gd name="connsiteY5" fmla="*/ 201487 h 758259"/>
                                  <a:gd name="connsiteX6" fmla="*/ 79513 w 1264257"/>
                                  <a:gd name="connsiteY6" fmla="*/ 241243 h 758259"/>
                                  <a:gd name="connsiteX7" fmla="*/ 47707 w 1264257"/>
                                  <a:gd name="connsiteY7" fmla="*/ 265097 h 758259"/>
                                  <a:gd name="connsiteX8" fmla="*/ 23853 w 1264257"/>
                                  <a:gd name="connsiteY8" fmla="*/ 304853 h 758259"/>
                                  <a:gd name="connsiteX9" fmla="*/ 7951 w 1264257"/>
                                  <a:gd name="connsiteY9" fmla="*/ 368464 h 758259"/>
                                  <a:gd name="connsiteX10" fmla="*/ 0 w 1264257"/>
                                  <a:gd name="connsiteY10" fmla="*/ 392318 h 758259"/>
                                  <a:gd name="connsiteX11" fmla="*/ 15902 w 1264257"/>
                                  <a:gd name="connsiteY11" fmla="*/ 416172 h 758259"/>
                                  <a:gd name="connsiteX12" fmla="*/ 174928 w 1264257"/>
                                  <a:gd name="connsiteY12" fmla="*/ 400269 h 758259"/>
                                  <a:gd name="connsiteX13" fmla="*/ 198782 w 1264257"/>
                                  <a:gd name="connsiteY13" fmla="*/ 392318 h 758259"/>
                                  <a:gd name="connsiteX14" fmla="*/ 222636 w 1264257"/>
                                  <a:gd name="connsiteY14" fmla="*/ 376415 h 758259"/>
                                  <a:gd name="connsiteX15" fmla="*/ 232632 w 1264257"/>
                                  <a:gd name="connsiteY15" fmla="*/ 560784 h 758259"/>
                                  <a:gd name="connsiteX16" fmla="*/ 326003 w 1264257"/>
                                  <a:gd name="connsiteY16" fmla="*/ 352561 h 758259"/>
                                  <a:gd name="connsiteX17" fmla="*/ 421621 w 1264257"/>
                                  <a:gd name="connsiteY17" fmla="*/ 654813 h 758259"/>
                                  <a:gd name="connsiteX18" fmla="*/ 572768 w 1264257"/>
                                  <a:gd name="connsiteY18" fmla="*/ 758195 h 758259"/>
                                  <a:gd name="connsiteX19" fmla="*/ 657154 w 1264257"/>
                                  <a:gd name="connsiteY19" fmla="*/ 670633 h 758259"/>
                                  <a:gd name="connsiteX20" fmla="*/ 715961 w 1264257"/>
                                  <a:gd name="connsiteY20" fmla="*/ 694586 h 758259"/>
                                  <a:gd name="connsiteX21" fmla="*/ 779022 w 1264257"/>
                                  <a:gd name="connsiteY21" fmla="*/ 702538 h 758259"/>
                                  <a:gd name="connsiteX22" fmla="*/ 747422 w 1264257"/>
                                  <a:gd name="connsiteY22" fmla="*/ 535441 h 758259"/>
                                  <a:gd name="connsiteX23" fmla="*/ 795130 w 1264257"/>
                                  <a:gd name="connsiteY23" fmla="*/ 583149 h 758259"/>
                                  <a:gd name="connsiteX24" fmla="*/ 834887 w 1264257"/>
                                  <a:gd name="connsiteY24" fmla="*/ 638808 h 758259"/>
                                  <a:gd name="connsiteX25" fmla="*/ 858740 w 1264257"/>
                                  <a:gd name="connsiteY25" fmla="*/ 686516 h 758259"/>
                                  <a:gd name="connsiteX26" fmla="*/ 882594 w 1264257"/>
                                  <a:gd name="connsiteY26" fmla="*/ 702419 h 758259"/>
                                  <a:gd name="connsiteX27" fmla="*/ 970059 w 1264257"/>
                                  <a:gd name="connsiteY27" fmla="*/ 694467 h 758259"/>
                                  <a:gd name="connsiteX28" fmla="*/ 1001864 w 1264257"/>
                                  <a:gd name="connsiteY28" fmla="*/ 670613 h 758259"/>
                                  <a:gd name="connsiteX29" fmla="*/ 1025718 w 1264257"/>
                                  <a:gd name="connsiteY29" fmla="*/ 662662 h 758259"/>
                                  <a:gd name="connsiteX30" fmla="*/ 1057523 w 1264257"/>
                                  <a:gd name="connsiteY30" fmla="*/ 646760 h 758259"/>
                                  <a:gd name="connsiteX31" fmla="*/ 1081377 w 1264257"/>
                                  <a:gd name="connsiteY31" fmla="*/ 638808 h 758259"/>
                                  <a:gd name="connsiteX32" fmla="*/ 1137036 w 1264257"/>
                                  <a:gd name="connsiteY32" fmla="*/ 599052 h 758259"/>
                                  <a:gd name="connsiteX33" fmla="*/ 1160890 w 1264257"/>
                                  <a:gd name="connsiteY33" fmla="*/ 575198 h 758259"/>
                                  <a:gd name="connsiteX34" fmla="*/ 1208598 w 1264257"/>
                                  <a:gd name="connsiteY34" fmla="*/ 543393 h 758259"/>
                                  <a:gd name="connsiteX35" fmla="*/ 1264257 w 1264257"/>
                                  <a:gd name="connsiteY35" fmla="*/ 535441 h 758259"/>
                                  <a:gd name="connsiteX36" fmla="*/ 1248354 w 1264257"/>
                                  <a:gd name="connsiteY36" fmla="*/ 392318 h 758259"/>
                                  <a:gd name="connsiteX37" fmla="*/ 1232452 w 1264257"/>
                                  <a:gd name="connsiteY37" fmla="*/ 360513 h 758259"/>
                                  <a:gd name="connsiteX38" fmla="*/ 1224500 w 1264257"/>
                                  <a:gd name="connsiteY38" fmla="*/ 336659 h 758259"/>
                                  <a:gd name="connsiteX39" fmla="*/ 1168841 w 1264257"/>
                                  <a:gd name="connsiteY39" fmla="*/ 312805 h 758259"/>
                                  <a:gd name="connsiteX40" fmla="*/ 1113182 w 1264257"/>
                                  <a:gd name="connsiteY40" fmla="*/ 288951 h 758259"/>
                                  <a:gd name="connsiteX41" fmla="*/ 1081377 w 1264257"/>
                                  <a:gd name="connsiteY41" fmla="*/ 273048 h 758259"/>
                                  <a:gd name="connsiteX42" fmla="*/ 1025718 w 1264257"/>
                                  <a:gd name="connsiteY42" fmla="*/ 257146 h 758259"/>
                                  <a:gd name="connsiteX43" fmla="*/ 962107 w 1264257"/>
                                  <a:gd name="connsiteY43" fmla="*/ 217389 h 758259"/>
                                  <a:gd name="connsiteX44" fmla="*/ 906448 w 1264257"/>
                                  <a:gd name="connsiteY44" fmla="*/ 201487 h 758259"/>
                                  <a:gd name="connsiteX45" fmla="*/ 850789 w 1264257"/>
                                  <a:gd name="connsiteY45" fmla="*/ 177633 h 758259"/>
                                  <a:gd name="connsiteX46" fmla="*/ 803081 w 1264257"/>
                                  <a:gd name="connsiteY46" fmla="*/ 137876 h 758259"/>
                                  <a:gd name="connsiteX47" fmla="*/ 779227 w 1264257"/>
                                  <a:gd name="connsiteY47" fmla="*/ 114022 h 758259"/>
                                  <a:gd name="connsiteX48" fmla="*/ 723568 w 1264257"/>
                                  <a:gd name="connsiteY48" fmla="*/ 82217 h 758259"/>
                                  <a:gd name="connsiteX49" fmla="*/ 699714 w 1264257"/>
                                  <a:gd name="connsiteY49" fmla="*/ 58363 h 758259"/>
                                  <a:gd name="connsiteX50" fmla="*/ 628153 w 1264257"/>
                                  <a:gd name="connsiteY50" fmla="*/ 34509 h 758259"/>
                                  <a:gd name="connsiteX51" fmla="*/ 604299 w 1264257"/>
                                  <a:gd name="connsiteY51" fmla="*/ 26558 h 758259"/>
                                  <a:gd name="connsiteX52" fmla="*/ 413467 w 1264257"/>
                                  <a:gd name="connsiteY52" fmla="*/ 18607 h 758259"/>
                                  <a:gd name="connsiteX53" fmla="*/ 373711 w 1264257"/>
                                  <a:gd name="connsiteY53" fmla="*/ 26558 h 758259"/>
                                  <a:gd name="connsiteX54" fmla="*/ 294198 w 1264257"/>
                                  <a:gd name="connsiteY54" fmla="*/ 34509 h 758259"/>
                                  <a:gd name="connsiteX55" fmla="*/ 294198 w 1264257"/>
                                  <a:gd name="connsiteY55" fmla="*/ 153779 h 758259"/>
                                  <a:gd name="connsiteX0" fmla="*/ 341906 w 1264257"/>
                                  <a:gd name="connsiteY0" fmla="*/ 66314 h 758259"/>
                                  <a:gd name="connsiteX1" fmla="*/ 270344 w 1264257"/>
                                  <a:gd name="connsiteY1" fmla="*/ 106071 h 758259"/>
                                  <a:gd name="connsiteX2" fmla="*/ 222636 w 1264257"/>
                                  <a:gd name="connsiteY2" fmla="*/ 121973 h 758259"/>
                                  <a:gd name="connsiteX3" fmla="*/ 190831 w 1264257"/>
                                  <a:gd name="connsiteY3" fmla="*/ 145827 h 758259"/>
                                  <a:gd name="connsiteX4" fmla="*/ 159026 w 1264257"/>
                                  <a:gd name="connsiteY4" fmla="*/ 177633 h 758259"/>
                                  <a:gd name="connsiteX5" fmla="*/ 119269 w 1264257"/>
                                  <a:gd name="connsiteY5" fmla="*/ 201487 h 758259"/>
                                  <a:gd name="connsiteX6" fmla="*/ 79513 w 1264257"/>
                                  <a:gd name="connsiteY6" fmla="*/ 241243 h 758259"/>
                                  <a:gd name="connsiteX7" fmla="*/ 47707 w 1264257"/>
                                  <a:gd name="connsiteY7" fmla="*/ 265097 h 758259"/>
                                  <a:gd name="connsiteX8" fmla="*/ 23853 w 1264257"/>
                                  <a:gd name="connsiteY8" fmla="*/ 304853 h 758259"/>
                                  <a:gd name="connsiteX9" fmla="*/ 7951 w 1264257"/>
                                  <a:gd name="connsiteY9" fmla="*/ 368464 h 758259"/>
                                  <a:gd name="connsiteX10" fmla="*/ 0 w 1264257"/>
                                  <a:gd name="connsiteY10" fmla="*/ 392318 h 758259"/>
                                  <a:gd name="connsiteX11" fmla="*/ 15902 w 1264257"/>
                                  <a:gd name="connsiteY11" fmla="*/ 416172 h 758259"/>
                                  <a:gd name="connsiteX12" fmla="*/ 174928 w 1264257"/>
                                  <a:gd name="connsiteY12" fmla="*/ 400269 h 758259"/>
                                  <a:gd name="connsiteX13" fmla="*/ 198782 w 1264257"/>
                                  <a:gd name="connsiteY13" fmla="*/ 392318 h 758259"/>
                                  <a:gd name="connsiteX14" fmla="*/ 222636 w 1264257"/>
                                  <a:gd name="connsiteY14" fmla="*/ 376415 h 758259"/>
                                  <a:gd name="connsiteX15" fmla="*/ 232632 w 1264257"/>
                                  <a:gd name="connsiteY15" fmla="*/ 560784 h 758259"/>
                                  <a:gd name="connsiteX16" fmla="*/ 421621 w 1264257"/>
                                  <a:gd name="connsiteY16" fmla="*/ 654813 h 758259"/>
                                  <a:gd name="connsiteX17" fmla="*/ 572768 w 1264257"/>
                                  <a:gd name="connsiteY17" fmla="*/ 758195 h 758259"/>
                                  <a:gd name="connsiteX18" fmla="*/ 657154 w 1264257"/>
                                  <a:gd name="connsiteY18" fmla="*/ 670633 h 758259"/>
                                  <a:gd name="connsiteX19" fmla="*/ 715961 w 1264257"/>
                                  <a:gd name="connsiteY19" fmla="*/ 694586 h 758259"/>
                                  <a:gd name="connsiteX20" fmla="*/ 779022 w 1264257"/>
                                  <a:gd name="connsiteY20" fmla="*/ 702538 h 758259"/>
                                  <a:gd name="connsiteX21" fmla="*/ 747422 w 1264257"/>
                                  <a:gd name="connsiteY21" fmla="*/ 535441 h 758259"/>
                                  <a:gd name="connsiteX22" fmla="*/ 795130 w 1264257"/>
                                  <a:gd name="connsiteY22" fmla="*/ 583149 h 758259"/>
                                  <a:gd name="connsiteX23" fmla="*/ 834887 w 1264257"/>
                                  <a:gd name="connsiteY23" fmla="*/ 638808 h 758259"/>
                                  <a:gd name="connsiteX24" fmla="*/ 858740 w 1264257"/>
                                  <a:gd name="connsiteY24" fmla="*/ 686516 h 758259"/>
                                  <a:gd name="connsiteX25" fmla="*/ 882594 w 1264257"/>
                                  <a:gd name="connsiteY25" fmla="*/ 702419 h 758259"/>
                                  <a:gd name="connsiteX26" fmla="*/ 970059 w 1264257"/>
                                  <a:gd name="connsiteY26" fmla="*/ 694467 h 758259"/>
                                  <a:gd name="connsiteX27" fmla="*/ 1001864 w 1264257"/>
                                  <a:gd name="connsiteY27" fmla="*/ 670613 h 758259"/>
                                  <a:gd name="connsiteX28" fmla="*/ 1025718 w 1264257"/>
                                  <a:gd name="connsiteY28" fmla="*/ 662662 h 758259"/>
                                  <a:gd name="connsiteX29" fmla="*/ 1057523 w 1264257"/>
                                  <a:gd name="connsiteY29" fmla="*/ 646760 h 758259"/>
                                  <a:gd name="connsiteX30" fmla="*/ 1081377 w 1264257"/>
                                  <a:gd name="connsiteY30" fmla="*/ 638808 h 758259"/>
                                  <a:gd name="connsiteX31" fmla="*/ 1137036 w 1264257"/>
                                  <a:gd name="connsiteY31" fmla="*/ 599052 h 758259"/>
                                  <a:gd name="connsiteX32" fmla="*/ 1160890 w 1264257"/>
                                  <a:gd name="connsiteY32" fmla="*/ 575198 h 758259"/>
                                  <a:gd name="connsiteX33" fmla="*/ 1208598 w 1264257"/>
                                  <a:gd name="connsiteY33" fmla="*/ 543393 h 758259"/>
                                  <a:gd name="connsiteX34" fmla="*/ 1264257 w 1264257"/>
                                  <a:gd name="connsiteY34" fmla="*/ 535441 h 758259"/>
                                  <a:gd name="connsiteX35" fmla="*/ 1248354 w 1264257"/>
                                  <a:gd name="connsiteY35" fmla="*/ 392318 h 758259"/>
                                  <a:gd name="connsiteX36" fmla="*/ 1232452 w 1264257"/>
                                  <a:gd name="connsiteY36" fmla="*/ 360513 h 758259"/>
                                  <a:gd name="connsiteX37" fmla="*/ 1224500 w 1264257"/>
                                  <a:gd name="connsiteY37" fmla="*/ 336659 h 758259"/>
                                  <a:gd name="connsiteX38" fmla="*/ 1168841 w 1264257"/>
                                  <a:gd name="connsiteY38" fmla="*/ 312805 h 758259"/>
                                  <a:gd name="connsiteX39" fmla="*/ 1113182 w 1264257"/>
                                  <a:gd name="connsiteY39" fmla="*/ 288951 h 758259"/>
                                  <a:gd name="connsiteX40" fmla="*/ 1081377 w 1264257"/>
                                  <a:gd name="connsiteY40" fmla="*/ 273048 h 758259"/>
                                  <a:gd name="connsiteX41" fmla="*/ 1025718 w 1264257"/>
                                  <a:gd name="connsiteY41" fmla="*/ 257146 h 758259"/>
                                  <a:gd name="connsiteX42" fmla="*/ 962107 w 1264257"/>
                                  <a:gd name="connsiteY42" fmla="*/ 217389 h 758259"/>
                                  <a:gd name="connsiteX43" fmla="*/ 906448 w 1264257"/>
                                  <a:gd name="connsiteY43" fmla="*/ 201487 h 758259"/>
                                  <a:gd name="connsiteX44" fmla="*/ 850789 w 1264257"/>
                                  <a:gd name="connsiteY44" fmla="*/ 177633 h 758259"/>
                                  <a:gd name="connsiteX45" fmla="*/ 803081 w 1264257"/>
                                  <a:gd name="connsiteY45" fmla="*/ 137876 h 758259"/>
                                  <a:gd name="connsiteX46" fmla="*/ 779227 w 1264257"/>
                                  <a:gd name="connsiteY46" fmla="*/ 114022 h 758259"/>
                                  <a:gd name="connsiteX47" fmla="*/ 723568 w 1264257"/>
                                  <a:gd name="connsiteY47" fmla="*/ 82217 h 758259"/>
                                  <a:gd name="connsiteX48" fmla="*/ 699714 w 1264257"/>
                                  <a:gd name="connsiteY48" fmla="*/ 58363 h 758259"/>
                                  <a:gd name="connsiteX49" fmla="*/ 628153 w 1264257"/>
                                  <a:gd name="connsiteY49" fmla="*/ 34509 h 758259"/>
                                  <a:gd name="connsiteX50" fmla="*/ 604299 w 1264257"/>
                                  <a:gd name="connsiteY50" fmla="*/ 26558 h 758259"/>
                                  <a:gd name="connsiteX51" fmla="*/ 413467 w 1264257"/>
                                  <a:gd name="connsiteY51" fmla="*/ 18607 h 758259"/>
                                  <a:gd name="connsiteX52" fmla="*/ 373711 w 1264257"/>
                                  <a:gd name="connsiteY52" fmla="*/ 26558 h 758259"/>
                                  <a:gd name="connsiteX53" fmla="*/ 294198 w 1264257"/>
                                  <a:gd name="connsiteY53" fmla="*/ 34509 h 758259"/>
                                  <a:gd name="connsiteX54" fmla="*/ 294198 w 1264257"/>
                                  <a:gd name="connsiteY54" fmla="*/ 153779 h 7582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</a:cxnLst>
                                <a:rect l="l" t="t" r="r" b="b"/>
                                <a:pathLst>
                                  <a:path w="1264257" h="758259">
                                    <a:moveTo>
                                      <a:pt x="341906" y="66314"/>
                                    </a:moveTo>
                                    <a:cubicBezTo>
                                      <a:pt x="321737" y="78415"/>
                                      <a:pt x="293154" y="96947"/>
                                      <a:pt x="270344" y="106071"/>
                                    </a:cubicBezTo>
                                    <a:cubicBezTo>
                                      <a:pt x="254780" y="112297"/>
                                      <a:pt x="222636" y="121973"/>
                                      <a:pt x="222636" y="121973"/>
                                    </a:cubicBezTo>
                                    <a:cubicBezTo>
                                      <a:pt x="212034" y="129924"/>
                                      <a:pt x="200804" y="137100"/>
                                      <a:pt x="190831" y="145827"/>
                                    </a:cubicBezTo>
                                    <a:cubicBezTo>
                                      <a:pt x="179548" y="155700"/>
                                      <a:pt x="170861" y="168428"/>
                                      <a:pt x="159026" y="177633"/>
                                    </a:cubicBezTo>
                                    <a:cubicBezTo>
                                      <a:pt x="146827" y="187121"/>
                                      <a:pt x="131337" y="191833"/>
                                      <a:pt x="119269" y="201487"/>
                                    </a:cubicBezTo>
                                    <a:cubicBezTo>
                                      <a:pt x="104635" y="213194"/>
                                      <a:pt x="93520" y="228792"/>
                                      <a:pt x="79513" y="241243"/>
                                    </a:cubicBezTo>
                                    <a:cubicBezTo>
                                      <a:pt x="69608" y="250047"/>
                                      <a:pt x="58309" y="257146"/>
                                      <a:pt x="47707" y="265097"/>
                                    </a:cubicBezTo>
                                    <a:cubicBezTo>
                                      <a:pt x="39756" y="278349"/>
                                      <a:pt x="29401" y="290429"/>
                                      <a:pt x="23853" y="304853"/>
                                    </a:cubicBezTo>
                                    <a:cubicBezTo>
                                      <a:pt x="16007" y="325252"/>
                                      <a:pt x="14862" y="347729"/>
                                      <a:pt x="7951" y="368464"/>
                                    </a:cubicBezTo>
                                    <a:lnTo>
                                      <a:pt x="0" y="392318"/>
                                    </a:lnTo>
                                    <a:cubicBezTo>
                                      <a:pt x="5301" y="400269"/>
                                      <a:pt x="6404" y="415117"/>
                                      <a:pt x="15902" y="416172"/>
                                    </a:cubicBezTo>
                                    <a:cubicBezTo>
                                      <a:pt x="68042" y="421965"/>
                                      <a:pt x="124017" y="414815"/>
                                      <a:pt x="174928" y="400269"/>
                                    </a:cubicBezTo>
                                    <a:cubicBezTo>
                                      <a:pt x="182987" y="397967"/>
                                      <a:pt x="190831" y="394968"/>
                                      <a:pt x="198782" y="392318"/>
                                    </a:cubicBezTo>
                                    <a:cubicBezTo>
                                      <a:pt x="206733" y="387017"/>
                                      <a:pt x="216994" y="348337"/>
                                      <a:pt x="222636" y="376415"/>
                                    </a:cubicBezTo>
                                    <a:cubicBezTo>
                                      <a:pt x="228278" y="404493"/>
                                      <a:pt x="177367" y="597628"/>
                                      <a:pt x="232632" y="560784"/>
                                    </a:cubicBezTo>
                                    <a:cubicBezTo>
                                      <a:pt x="265796" y="607184"/>
                                      <a:pt x="364932" y="621911"/>
                                      <a:pt x="421621" y="654813"/>
                                    </a:cubicBezTo>
                                    <a:cubicBezTo>
                                      <a:pt x="478310" y="687715"/>
                                      <a:pt x="522386" y="723734"/>
                                      <a:pt x="572768" y="758195"/>
                                    </a:cubicBezTo>
                                    <a:cubicBezTo>
                                      <a:pt x="588671" y="760846"/>
                                      <a:pt x="633289" y="681234"/>
                                      <a:pt x="657154" y="670633"/>
                                    </a:cubicBezTo>
                                    <a:cubicBezTo>
                                      <a:pt x="681019" y="660032"/>
                                      <a:pt x="695650" y="689269"/>
                                      <a:pt x="715961" y="694586"/>
                                    </a:cubicBezTo>
                                    <a:cubicBezTo>
                                      <a:pt x="736272" y="699904"/>
                                      <a:pt x="773779" y="729062"/>
                                      <a:pt x="779022" y="702538"/>
                                    </a:cubicBezTo>
                                    <a:cubicBezTo>
                                      <a:pt x="784265" y="676014"/>
                                      <a:pt x="744737" y="555339"/>
                                      <a:pt x="747422" y="535441"/>
                                    </a:cubicBezTo>
                                    <a:cubicBezTo>
                                      <a:pt x="750107" y="515543"/>
                                      <a:pt x="781636" y="565157"/>
                                      <a:pt x="795130" y="583149"/>
                                    </a:cubicBezTo>
                                    <a:cubicBezTo>
                                      <a:pt x="824718" y="622599"/>
                                      <a:pt x="811633" y="603928"/>
                                      <a:pt x="834887" y="638808"/>
                                    </a:cubicBezTo>
                                    <a:cubicBezTo>
                                      <a:pt x="841354" y="658208"/>
                                      <a:pt x="843327" y="671102"/>
                                      <a:pt x="858740" y="686516"/>
                                    </a:cubicBezTo>
                                    <a:cubicBezTo>
                                      <a:pt x="865497" y="693273"/>
                                      <a:pt x="874643" y="697118"/>
                                      <a:pt x="882594" y="702419"/>
                                    </a:cubicBezTo>
                                    <a:cubicBezTo>
                                      <a:pt x="911749" y="699768"/>
                                      <a:pt x="941772" y="702010"/>
                                      <a:pt x="970059" y="694467"/>
                                    </a:cubicBezTo>
                                    <a:cubicBezTo>
                                      <a:pt x="982864" y="691052"/>
                                      <a:pt x="990358" y="677188"/>
                                      <a:pt x="1001864" y="670613"/>
                                    </a:cubicBezTo>
                                    <a:cubicBezTo>
                                      <a:pt x="1009141" y="666455"/>
                                      <a:pt x="1018014" y="665963"/>
                                      <a:pt x="1025718" y="662662"/>
                                    </a:cubicBezTo>
                                    <a:cubicBezTo>
                                      <a:pt x="1036613" y="657993"/>
                                      <a:pt x="1046628" y="651429"/>
                                      <a:pt x="1057523" y="646760"/>
                                    </a:cubicBezTo>
                                    <a:cubicBezTo>
                                      <a:pt x="1065227" y="643458"/>
                                      <a:pt x="1073880" y="642556"/>
                                      <a:pt x="1081377" y="638808"/>
                                    </a:cubicBezTo>
                                    <a:cubicBezTo>
                                      <a:pt x="1091449" y="633772"/>
                                      <a:pt x="1131990" y="603378"/>
                                      <a:pt x="1137036" y="599052"/>
                                    </a:cubicBezTo>
                                    <a:cubicBezTo>
                                      <a:pt x="1145574" y="591734"/>
                                      <a:pt x="1152014" y="582102"/>
                                      <a:pt x="1160890" y="575198"/>
                                    </a:cubicBezTo>
                                    <a:cubicBezTo>
                                      <a:pt x="1175977" y="563464"/>
                                      <a:pt x="1189678" y="546096"/>
                                      <a:pt x="1208598" y="543393"/>
                                    </a:cubicBezTo>
                                    <a:lnTo>
                                      <a:pt x="1264257" y="535441"/>
                                    </a:lnTo>
                                    <a:cubicBezTo>
                                      <a:pt x="1262800" y="516505"/>
                                      <a:pt x="1260139" y="427672"/>
                                      <a:pt x="1248354" y="392318"/>
                                    </a:cubicBezTo>
                                    <a:cubicBezTo>
                                      <a:pt x="1244606" y="381073"/>
                                      <a:pt x="1237121" y="371408"/>
                                      <a:pt x="1232452" y="360513"/>
                                    </a:cubicBezTo>
                                    <a:cubicBezTo>
                                      <a:pt x="1229150" y="352809"/>
                                      <a:pt x="1229736" y="343204"/>
                                      <a:pt x="1224500" y="336659"/>
                                    </a:cubicBezTo>
                                    <a:cubicBezTo>
                                      <a:pt x="1210771" y="319498"/>
                                      <a:pt x="1187942" y="317580"/>
                                      <a:pt x="1168841" y="312805"/>
                                    </a:cubicBezTo>
                                    <a:cubicBezTo>
                                      <a:pt x="1120499" y="280576"/>
                                      <a:pt x="1171863" y="310957"/>
                                      <a:pt x="1113182" y="288951"/>
                                    </a:cubicBezTo>
                                    <a:cubicBezTo>
                                      <a:pt x="1102084" y="284789"/>
                                      <a:pt x="1092272" y="277717"/>
                                      <a:pt x="1081377" y="273048"/>
                                    </a:cubicBezTo>
                                    <a:cubicBezTo>
                                      <a:pt x="1065409" y="266205"/>
                                      <a:pt x="1041855" y="261180"/>
                                      <a:pt x="1025718" y="257146"/>
                                    </a:cubicBezTo>
                                    <a:cubicBezTo>
                                      <a:pt x="1000700" y="238383"/>
                                      <a:pt x="991213" y="228304"/>
                                      <a:pt x="962107" y="217389"/>
                                    </a:cubicBezTo>
                                    <a:cubicBezTo>
                                      <a:pt x="908319" y="197219"/>
                                      <a:pt x="951293" y="220706"/>
                                      <a:pt x="906448" y="201487"/>
                                    </a:cubicBezTo>
                                    <a:cubicBezTo>
                                      <a:pt x="837670" y="172011"/>
                                      <a:pt x="906731" y="196280"/>
                                      <a:pt x="850789" y="177633"/>
                                    </a:cubicBezTo>
                                    <a:cubicBezTo>
                                      <a:pt x="781099" y="107943"/>
                                      <a:pt x="869501" y="193227"/>
                                      <a:pt x="803081" y="137876"/>
                                    </a:cubicBezTo>
                                    <a:cubicBezTo>
                                      <a:pt x="794442" y="130677"/>
                                      <a:pt x="787866" y="121221"/>
                                      <a:pt x="779227" y="114022"/>
                                    </a:cubicBezTo>
                                    <a:cubicBezTo>
                                      <a:pt x="734158" y="76465"/>
                                      <a:pt x="778002" y="121099"/>
                                      <a:pt x="723568" y="82217"/>
                                    </a:cubicBezTo>
                                    <a:cubicBezTo>
                                      <a:pt x="714418" y="75681"/>
                                      <a:pt x="709772" y="63392"/>
                                      <a:pt x="699714" y="58363"/>
                                    </a:cubicBezTo>
                                    <a:cubicBezTo>
                                      <a:pt x="677225" y="47118"/>
                                      <a:pt x="652007" y="42460"/>
                                      <a:pt x="628153" y="34509"/>
                                    </a:cubicBezTo>
                                    <a:lnTo>
                                      <a:pt x="604299" y="26558"/>
                                    </a:lnTo>
                                    <a:cubicBezTo>
                                      <a:pt x="535274" y="-19459"/>
                                      <a:pt x="583035" y="5563"/>
                                      <a:pt x="413467" y="18607"/>
                                    </a:cubicBezTo>
                                    <a:cubicBezTo>
                                      <a:pt x="399992" y="19644"/>
                                      <a:pt x="387107" y="24772"/>
                                      <a:pt x="373711" y="26558"/>
                                    </a:cubicBezTo>
                                    <a:cubicBezTo>
                                      <a:pt x="347308" y="30078"/>
                                      <a:pt x="308315" y="11921"/>
                                      <a:pt x="294198" y="34509"/>
                                    </a:cubicBezTo>
                                    <a:cubicBezTo>
                                      <a:pt x="273127" y="68223"/>
                                      <a:pt x="294198" y="114022"/>
                                      <a:pt x="294198" y="153779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" o:spid="_x0000_s1026" style="position:absolute;margin-left:168.45pt;margin-top:1.65pt;width:99.55pt;height:59.7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64257,758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" path="m341906,66314v-20169,12101,-48752,30633,-71562,39757c254780,112297,222636,121973,222636,121973v-10602,7951,-21832,15127,-31805,23854c179548,155700,170861,168428,159026,177633v-12199,9488,-27689,14200,-39757,23854c104635,213194,93520,228792,79513,241243v-9905,8804,-21204,15903,-31806,23854c39756,278349,29401,290429,23853,304853v-7846,20399,-8991,42876,-15902,63611l,392318v5301,7951,6404,22799,15902,23854c68042,421965,124017,414815,174928,400269v8059,-2302,15903,-5301,23854,-7951c206733,387017,216994,348337,222636,376415v5642,28078,-45269,221213,9996,184369c265796,607184,364932,621911,421621,654813v56689,32902,100765,68921,151147,103382c588671,760846,633289,681234,657154,670633v23865,-10601,38496,18636,58807,23953c736272,699904,773779,729062,779022,702538,784265,676014,744737,555339,747422,535441v2685,-19898,34214,29716,47708,47708c824718,622599,811633,603928,834887,638808v6467,19400,8440,32294,23853,47708c865497,693273,874643,697118,882594,702419v29155,-2651,59178,-409,87465,-7952c982864,691052,990358,677188,1001864,670613v7277,-4158,16150,-4650,23854,-7951c1036613,657993,1046628,651429,1057523,646760v7704,-3302,16357,-4204,23854,-7952c1091449,633772,1131990,603378,1137036,599052v8538,-7318,14978,-16950,23854,-23854c1175977,563464,1189678,546096,1208598,543393r55659,-7952c1262800,516505,1260139,427672,1248354,392318v-3748,-11245,-11233,-20910,-15902,-31805c1229150,352809,1229736,343204,1224500,336659v-13729,-17161,-36558,-19079,-55659,-23854c1120499,280576,1171863,310957,1113182,288951v-11098,-4162,-20910,-11234,-31805,-15903c1065409,266205,1041855,261180,1025718,257146v-25018,-18763,-34505,-28842,-63611,-39757c908319,197219,951293,220706,906448,201487v-68778,-29476,283,-5207,-55659,-23854c781099,107943,869501,193227,803081,137876v-8639,-7199,-15215,-16655,-23854,-23854c734158,76465,778002,121099,723568,82217,714418,75681,709772,63392,699714,58363,677225,47118,652007,42460,628153,34509l604299,26558c535274,-19459,583035,5563,413467,18607v-13475,1037,-26360,6165,-39756,7951c347308,30078,308315,11921,294198,34509v-21071,33714,,79513,,119270e" fillcolor="#a5a5a5 [2092]" strokecolor="#a5a5a5 [2092]" strokeweight="1pt">
                      <v:stroke joinstyle="miter"/>
                      <v:path arrowok="t" o:connecttype="custom" o:connectlocs="341906,66314;270344,106071;222636,121973;190831,145827;159026,177633;119269,201487;79513,241243;47707,265097;23853,304853;7951,368464;0,392318;15902,416172;174928,400269;198782,392318;222636,376415;232632,560784;421621,654813;572768,758195;657154,670633;715961,694586;779022,702538;747422,535441;795130,583149;834887,638808;858740,686516;882594,702419;970059,694467;1001864,670613;1025718,662662;1057523,646760;1081377,638808;1137036,599052;1160890,575198;1208598,543393;1264257,535441;1248354,392318;1232452,360513;1224500,336659;1168841,312805;1113182,288951;1081377,273048;1025718,257146;962107,217389;906448,201487;850789,177633;803081,137876;779227,114022;723568,82217;699714,58363;628153,34509;604299,26558;413467,18607;373711,26558;294198,34509;294198,153779" o:connectangles="0,0,0,0,0,0,0,0,0,0,0,0,0,0,0,0,0,0,0,0,0,0,0,0,0,0,0,0,0,0,0,0,0,0,0,0,0,0,0,0,0,0,0,0,0,0,0,0,0,0,0,0,0,0,0"/>
                    </v:shape>
                  </w:pict>
                </mc:Fallback>
              </mc:AlternateContent>
            </w:r>
            <w:r w:rsidR="002A3DFD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1" layoutInCell="1" allowOverlap="1" wp14:anchorId="4D3FF579" wp14:editId="29B90D5B">
                      <wp:simplePos x="0" y="0"/>
                      <wp:positionH relativeFrom="page">
                        <wp:posOffset>2540</wp:posOffset>
                      </wp:positionH>
                      <wp:positionV relativeFrom="page">
                        <wp:posOffset>215900</wp:posOffset>
                      </wp:positionV>
                      <wp:extent cx="1964690" cy="361950"/>
                      <wp:effectExtent l="0" t="0" r="16510" b="0"/>
                      <wp:wrapNone/>
                      <wp:docPr id="12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7256" w:rsidRPr="002A76FD" w:rsidRDefault="00597256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 due to overlying bowel gas. </w:t>
                                  </w:r>
                                </w:p>
                                <w:p w:rsidR="00597256" w:rsidRPr="00FA7ABC" w:rsidRDefault="00597256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margin-left:.2pt;margin-top:17pt;width:154.7pt;height:28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" filled="f" stroked="f" strokeweight=".5pt">
                      <v:textbox inset="0,0,0,0">
                        <w:txbxContent>
                          <w:p w:rsidR="00597256" w:rsidRPr="002A76FD" w:rsidRDefault="00597256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 due to overlying bowel gas. </w:t>
                            </w:r>
                          </w:p>
                          <w:p w:rsidR="00597256" w:rsidRPr="00FA7ABC" w:rsidRDefault="00597256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A3DFD"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3B423333" wp14:editId="75B30EE1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2363470" cy="3271520"/>
                      <wp:effectExtent l="0" t="0" r="17780" b="17780"/>
                      <wp:wrapNone/>
                      <wp:docPr id="128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3470" cy="32715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7256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Patent/ pulsatile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monophaic</w:t>
                                  </w:r>
                                  <w:proofErr w:type="spellEnd"/>
                                </w:p>
                                <w:p w:rsidR="00597256" w:rsidRPr="002A76FD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PFA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Patent/pulsatile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monophaic</w:t>
                                  </w:r>
                                  <w:proofErr w:type="spellEnd"/>
                                </w:p>
                                <w:p w:rsidR="00597256" w:rsidRPr="002A76FD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Pr="00D34BD0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D34BD0">
                                    <w:rPr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SFA = </w:t>
                                  </w:r>
                                  <w:proofErr w:type="gramStart"/>
                                  <w:r w:rsidRPr="00D34BD0">
                                    <w:rPr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Chronically</w:t>
                                  </w:r>
                                  <w:proofErr w:type="gramEnd"/>
                                  <w:r w:rsidRPr="00D34BD0">
                                    <w:rPr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 xml:space="preserve"> occluded</w:t>
                                  </w: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Pr="002A76FD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</w:t>
                                  </w:r>
                                  <w:r w:rsidRPr="00F55627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Patent (Only short proximal segment could be </w:t>
                                  </w:r>
                                  <w:proofErr w:type="spell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assesed</w:t>
                                  </w:r>
                                  <w:proofErr w:type="spellEnd"/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Pr="002A76FD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TPT = 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Not assessed</w:t>
                                  </w: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  <w:r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Pr="00D34BD0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FF0000"/>
                                      <w:sz w:val="14"/>
                                      <w:szCs w:val="14"/>
                                    </w:rPr>
                                  </w:pPr>
                                  <w:r w:rsidRPr="00D34BD0">
                                    <w:rPr>
                                      <w:b/>
                                      <w:color w:val="FF0000"/>
                                      <w:sz w:val="14"/>
                                      <w:szCs w:val="14"/>
                                    </w:rPr>
                                    <w:t>ATA = Occluded</w:t>
                                  </w:r>
                                </w:p>
                                <w:p w:rsidR="00597256" w:rsidRPr="002A76FD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PTA 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Could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not be assessed</w:t>
                                  </w: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597256" w:rsidRPr="002A76FD" w:rsidRDefault="00597256" w:rsidP="002A3DF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</w:t>
                                  </w:r>
                                  <w:proofErr w:type="gramStart"/>
                                  <w:r w:rsidRPr="002A76FD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=</w:t>
                                  </w:r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 Could</w:t>
                                  </w:r>
                                  <w:proofErr w:type="gramEnd"/>
                                  <w:r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not be assessed</w:t>
                                  </w:r>
                                </w:p>
                                <w:p w:rsidR="00597256" w:rsidRPr="002A76FD" w:rsidRDefault="00597256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7" type="#_x0000_t202" style="position:absolute;margin-left:.55pt;margin-top:75.1pt;width:186.1pt;height:257.6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" filled="f" stroked="f" strokeweight=".5pt">
                      <v:textbox style="mso-fit-shape-to-text:t" inset="0,0,0,0">
                        <w:txbxContent>
                          <w:p w:rsidR="00597256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Patent/ pulsatile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monophaic</w:t>
                            </w:r>
                            <w:proofErr w:type="spellEnd"/>
                          </w:p>
                          <w:p w:rsidR="00597256" w:rsidRPr="002A76FD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PFA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Patent/pulsatile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monophaic</w:t>
                            </w:r>
                            <w:proofErr w:type="spellEnd"/>
                          </w:p>
                          <w:p w:rsidR="00597256" w:rsidRPr="002A76FD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Pr="00D34BD0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D34BD0"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  <w:t xml:space="preserve">SFA = </w:t>
                            </w:r>
                            <w:proofErr w:type="gramStart"/>
                            <w:r w:rsidRPr="00D34BD0"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  <w:t>Chronically</w:t>
                            </w:r>
                            <w:proofErr w:type="gramEnd"/>
                            <w:r w:rsidRPr="00D34BD0"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  <w:t xml:space="preserve"> occluded</w:t>
                            </w: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Pr="002A76FD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</w:t>
                            </w:r>
                            <w:r w:rsidRPr="00F55627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Patent (Only short proximal segment could be </w:t>
                            </w:r>
                            <w:proofErr w:type="spell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assesed</w:t>
                            </w:r>
                            <w:proofErr w:type="spellEnd"/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Pr="002A76FD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TPT = 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Not assessed</w:t>
                            </w: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  <w:r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Pr="00D34BD0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FF0000"/>
                                <w:sz w:val="14"/>
                                <w:szCs w:val="14"/>
                              </w:rPr>
                            </w:pPr>
                            <w:r w:rsidRPr="00D34BD0">
                              <w:rPr>
                                <w:b/>
                                <w:color w:val="FF0000"/>
                                <w:sz w:val="14"/>
                                <w:szCs w:val="14"/>
                              </w:rPr>
                              <w:t>ATA = Occluded</w:t>
                            </w:r>
                          </w:p>
                          <w:p w:rsidR="00597256" w:rsidRPr="002A76FD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PTA 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>Could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not be assessed</w:t>
                            </w: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597256" w:rsidRPr="002A76FD" w:rsidRDefault="00597256" w:rsidP="002A3DF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proofErr w:type="spellStart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Peroneal</w:t>
                            </w:r>
                            <w:proofErr w:type="spellEnd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2A76FD">
                              <w:rPr>
                                <w:color w:val="000000"/>
                                <w:sz w:val="14"/>
                                <w:szCs w:val="14"/>
                              </w:rPr>
                              <w:t>=</w:t>
                            </w:r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 Could</w:t>
                            </w:r>
                            <w:proofErr w:type="gramEnd"/>
                            <w:r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not be assessed</w:t>
                            </w:r>
                          </w:p>
                          <w:p w:rsidR="00597256" w:rsidRPr="002A76FD" w:rsidRDefault="00597256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  <w:p w:rsidR="00734451" w:rsidRPr="00734451" w:rsidRDefault="00442D92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562FB2BC" wp14:editId="7EE8B66D">
                      <wp:simplePos x="0" y="0"/>
                      <wp:positionH relativeFrom="column">
                        <wp:posOffset>4405326</wp:posOffset>
                      </wp:positionH>
                      <wp:positionV relativeFrom="paragraph">
                        <wp:posOffset>261648</wp:posOffset>
                      </wp:positionV>
                      <wp:extent cx="1820849" cy="1113182"/>
                      <wp:effectExtent l="0" t="0" r="27305" b="10795"/>
                      <wp:wrapNone/>
                      <wp:docPr id="133" name="Rectangle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0849" cy="1113182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7256" w:rsidRDefault="00597256" w:rsidP="00D34BD0">
                                  <w:pPr>
                                    <w:jc w:val="center"/>
                                  </w:pPr>
                                  <w:r>
                                    <w:t>Only certain segments could be assessed; Monophasic signals in EIA indicating significant proximal disease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133" o:spid="_x0000_s1028" style="position:absolute;margin-left:346.9pt;margin-top:20.6pt;width:143.35pt;height:87.65pt;z-index:251676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" fillcolor="#5b9bd5 [3204]" strokecolor="#1f4d78 [1604]" strokeweight="1pt">
                      <v:textbox>
                        <w:txbxContent>
                          <w:p w:rsidR="00597256" w:rsidRDefault="00597256" w:rsidP="00D34BD0">
                            <w:pPr>
                              <w:jc w:val="center"/>
                            </w:pPr>
                            <w:r>
                              <w:t>Only certain segments could be assessed; Monophasic signals in EIA indicating significant proximal disease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734451" w:rsidRPr="00734451" w:rsidRDefault="0075017F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14EC865" wp14:editId="766AB1DD">
                      <wp:simplePos x="0" y="0"/>
                      <wp:positionH relativeFrom="column">
                        <wp:posOffset>2974092</wp:posOffset>
                      </wp:positionH>
                      <wp:positionV relativeFrom="paragraph">
                        <wp:posOffset>211285</wp:posOffset>
                      </wp:positionV>
                      <wp:extent cx="580985" cy="655159"/>
                      <wp:effectExtent l="0" t="0" r="0" b="0"/>
                      <wp:wrapNone/>
                      <wp:docPr id="7" name="Freeform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0985" cy="655159"/>
                              </a:xfrm>
                              <a:custGeom>
                                <a:avLst/>
                                <a:gdLst>
                                  <a:gd name="connsiteX0" fmla="*/ 492980 w 580985"/>
                                  <a:gd name="connsiteY0" fmla="*/ 3152 h 655159"/>
                                  <a:gd name="connsiteX1" fmla="*/ 222636 w 580985"/>
                                  <a:gd name="connsiteY1" fmla="*/ 50860 h 655159"/>
                                  <a:gd name="connsiteX2" fmla="*/ 198782 w 580985"/>
                                  <a:gd name="connsiteY2" fmla="*/ 66762 h 655159"/>
                                  <a:gd name="connsiteX3" fmla="*/ 166977 w 580985"/>
                                  <a:gd name="connsiteY3" fmla="*/ 74713 h 655159"/>
                                  <a:gd name="connsiteX4" fmla="*/ 151074 w 580985"/>
                                  <a:gd name="connsiteY4" fmla="*/ 98567 h 655159"/>
                                  <a:gd name="connsiteX5" fmla="*/ 143123 w 580985"/>
                                  <a:gd name="connsiteY5" fmla="*/ 130373 h 655159"/>
                                  <a:gd name="connsiteX6" fmla="*/ 31805 w 580985"/>
                                  <a:gd name="connsiteY6" fmla="*/ 162178 h 655159"/>
                                  <a:gd name="connsiteX7" fmla="*/ 23853 w 580985"/>
                                  <a:gd name="connsiteY7" fmla="*/ 217837 h 655159"/>
                                  <a:gd name="connsiteX8" fmla="*/ 0 w 580985"/>
                                  <a:gd name="connsiteY8" fmla="*/ 305301 h 655159"/>
                                  <a:gd name="connsiteX9" fmla="*/ 47707 w 580985"/>
                                  <a:gd name="connsiteY9" fmla="*/ 337107 h 655159"/>
                                  <a:gd name="connsiteX10" fmla="*/ 127220 w 580985"/>
                                  <a:gd name="connsiteY10" fmla="*/ 424571 h 655159"/>
                                  <a:gd name="connsiteX11" fmla="*/ 135172 w 580985"/>
                                  <a:gd name="connsiteY11" fmla="*/ 448425 h 655159"/>
                                  <a:gd name="connsiteX12" fmla="*/ 87464 w 580985"/>
                                  <a:gd name="connsiteY12" fmla="*/ 496133 h 655159"/>
                                  <a:gd name="connsiteX13" fmla="*/ 111318 w 580985"/>
                                  <a:gd name="connsiteY13" fmla="*/ 527938 h 655159"/>
                                  <a:gd name="connsiteX14" fmla="*/ 151074 w 580985"/>
                                  <a:gd name="connsiteY14" fmla="*/ 535889 h 655159"/>
                                  <a:gd name="connsiteX15" fmla="*/ 238539 w 580985"/>
                                  <a:gd name="connsiteY15" fmla="*/ 559743 h 655159"/>
                                  <a:gd name="connsiteX16" fmla="*/ 326003 w 580985"/>
                                  <a:gd name="connsiteY16" fmla="*/ 567694 h 655159"/>
                                  <a:gd name="connsiteX17" fmla="*/ 349857 w 580985"/>
                                  <a:gd name="connsiteY17" fmla="*/ 575646 h 655159"/>
                                  <a:gd name="connsiteX18" fmla="*/ 357808 w 580985"/>
                                  <a:gd name="connsiteY18" fmla="*/ 599500 h 655159"/>
                                  <a:gd name="connsiteX19" fmla="*/ 373711 w 580985"/>
                                  <a:gd name="connsiteY19" fmla="*/ 623353 h 655159"/>
                                  <a:gd name="connsiteX20" fmla="*/ 421419 w 580985"/>
                                  <a:gd name="connsiteY20" fmla="*/ 655159 h 655159"/>
                                  <a:gd name="connsiteX21" fmla="*/ 500932 w 580985"/>
                                  <a:gd name="connsiteY21" fmla="*/ 647207 h 655159"/>
                                  <a:gd name="connsiteX22" fmla="*/ 524786 w 580985"/>
                                  <a:gd name="connsiteY22" fmla="*/ 607451 h 655159"/>
                                  <a:gd name="connsiteX23" fmla="*/ 548640 w 580985"/>
                                  <a:gd name="connsiteY23" fmla="*/ 583597 h 655159"/>
                                  <a:gd name="connsiteX24" fmla="*/ 564542 w 580985"/>
                                  <a:gd name="connsiteY24" fmla="*/ 543840 h 655159"/>
                                  <a:gd name="connsiteX25" fmla="*/ 580445 w 580985"/>
                                  <a:gd name="connsiteY25" fmla="*/ 512035 h 655159"/>
                                  <a:gd name="connsiteX26" fmla="*/ 572493 w 580985"/>
                                  <a:gd name="connsiteY26" fmla="*/ 384814 h 655159"/>
                                  <a:gd name="connsiteX27" fmla="*/ 572493 w 580985"/>
                                  <a:gd name="connsiteY27" fmla="*/ 114470 h 655159"/>
                                  <a:gd name="connsiteX28" fmla="*/ 548640 w 580985"/>
                                  <a:gd name="connsiteY28" fmla="*/ 50860 h 655159"/>
                                  <a:gd name="connsiteX29" fmla="*/ 540688 w 580985"/>
                                  <a:gd name="connsiteY29" fmla="*/ 27006 h 655159"/>
                                  <a:gd name="connsiteX30" fmla="*/ 492980 w 580985"/>
                                  <a:gd name="connsiteY30" fmla="*/ 3152 h 6551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</a:cxnLst>
                                <a:rect l="l" t="t" r="r" b="b"/>
                                <a:pathLst>
                                  <a:path w="580985" h="655159">
                                    <a:moveTo>
                                      <a:pt x="492980" y="3152"/>
                                    </a:moveTo>
                                    <a:cubicBezTo>
                                      <a:pt x="439971" y="7128"/>
                                      <a:pt x="361357" y="35445"/>
                                      <a:pt x="222636" y="50860"/>
                                    </a:cubicBezTo>
                                    <a:cubicBezTo>
                                      <a:pt x="214685" y="56161"/>
                                      <a:pt x="207566" y="62998"/>
                                      <a:pt x="198782" y="66762"/>
                                    </a:cubicBezTo>
                                    <a:cubicBezTo>
                                      <a:pt x="188738" y="71067"/>
                                      <a:pt x="176070" y="68651"/>
                                      <a:pt x="166977" y="74713"/>
                                    </a:cubicBezTo>
                                    <a:cubicBezTo>
                                      <a:pt x="159026" y="80014"/>
                                      <a:pt x="156375" y="90616"/>
                                      <a:pt x="151074" y="98567"/>
                                    </a:cubicBezTo>
                                    <a:cubicBezTo>
                                      <a:pt x="148424" y="109169"/>
                                      <a:pt x="147428" y="120328"/>
                                      <a:pt x="143123" y="130373"/>
                                    </a:cubicBezTo>
                                    <a:cubicBezTo>
                                      <a:pt x="121964" y="179745"/>
                                      <a:pt x="95172" y="156898"/>
                                      <a:pt x="31805" y="162178"/>
                                    </a:cubicBezTo>
                                    <a:cubicBezTo>
                                      <a:pt x="29154" y="180731"/>
                                      <a:pt x="27529" y="199460"/>
                                      <a:pt x="23853" y="217837"/>
                                    </a:cubicBezTo>
                                    <a:cubicBezTo>
                                      <a:pt x="14885" y="262677"/>
                                      <a:pt x="11424" y="271029"/>
                                      <a:pt x="0" y="305301"/>
                                    </a:cubicBezTo>
                                    <a:cubicBezTo>
                                      <a:pt x="15902" y="315903"/>
                                      <a:pt x="36239" y="321817"/>
                                      <a:pt x="47707" y="337107"/>
                                    </a:cubicBezTo>
                                    <a:cubicBezTo>
                                      <a:pt x="103366" y="411319"/>
                                      <a:pt x="74212" y="384814"/>
                                      <a:pt x="127220" y="424571"/>
                                    </a:cubicBezTo>
                                    <a:cubicBezTo>
                                      <a:pt x="129871" y="432522"/>
                                      <a:pt x="139242" y="441098"/>
                                      <a:pt x="135172" y="448425"/>
                                    </a:cubicBezTo>
                                    <a:cubicBezTo>
                                      <a:pt x="124250" y="468085"/>
                                      <a:pt x="87464" y="496133"/>
                                      <a:pt x="87464" y="496133"/>
                                    </a:cubicBezTo>
                                    <a:cubicBezTo>
                                      <a:pt x="95415" y="506735"/>
                                      <a:pt x="100080" y="520914"/>
                                      <a:pt x="111318" y="527938"/>
                                    </a:cubicBezTo>
                                    <a:cubicBezTo>
                                      <a:pt x="122778" y="535101"/>
                                      <a:pt x="137963" y="532611"/>
                                      <a:pt x="151074" y="535889"/>
                                    </a:cubicBezTo>
                                    <a:cubicBezTo>
                                      <a:pt x="191504" y="545996"/>
                                      <a:pt x="177641" y="554207"/>
                                      <a:pt x="238539" y="559743"/>
                                    </a:cubicBezTo>
                                    <a:lnTo>
                                      <a:pt x="326003" y="567694"/>
                                    </a:lnTo>
                                    <a:cubicBezTo>
                                      <a:pt x="333954" y="570345"/>
                                      <a:pt x="343930" y="569719"/>
                                      <a:pt x="349857" y="575646"/>
                                    </a:cubicBezTo>
                                    <a:cubicBezTo>
                                      <a:pt x="355783" y="581573"/>
                                      <a:pt x="354060" y="592003"/>
                                      <a:pt x="357808" y="599500"/>
                                    </a:cubicBezTo>
                                    <a:cubicBezTo>
                                      <a:pt x="362082" y="608047"/>
                                      <a:pt x="367593" y="616012"/>
                                      <a:pt x="373711" y="623353"/>
                                    </a:cubicBezTo>
                                    <a:cubicBezTo>
                                      <a:pt x="396620" y="650843"/>
                                      <a:pt x="392019" y="645358"/>
                                      <a:pt x="421419" y="655159"/>
                                    </a:cubicBezTo>
                                    <a:cubicBezTo>
                                      <a:pt x="447923" y="652508"/>
                                      <a:pt x="476747" y="658369"/>
                                      <a:pt x="500932" y="647207"/>
                                    </a:cubicBezTo>
                                    <a:cubicBezTo>
                                      <a:pt x="514964" y="640731"/>
                                      <a:pt x="515513" y="619814"/>
                                      <a:pt x="524786" y="607451"/>
                                    </a:cubicBezTo>
                                    <a:cubicBezTo>
                                      <a:pt x="531533" y="598455"/>
                                      <a:pt x="540689" y="591548"/>
                                      <a:pt x="548640" y="583597"/>
                                    </a:cubicBezTo>
                                    <a:cubicBezTo>
                                      <a:pt x="553941" y="570345"/>
                                      <a:pt x="558745" y="556883"/>
                                      <a:pt x="564542" y="543840"/>
                                    </a:cubicBezTo>
                                    <a:cubicBezTo>
                                      <a:pt x="569356" y="533008"/>
                                      <a:pt x="579853" y="523873"/>
                                      <a:pt x="580445" y="512035"/>
                                    </a:cubicBezTo>
                                    <a:cubicBezTo>
                                      <a:pt x="582567" y="469598"/>
                                      <a:pt x="575144" y="427221"/>
                                      <a:pt x="572493" y="384814"/>
                                    </a:cubicBezTo>
                                    <a:cubicBezTo>
                                      <a:pt x="578844" y="232396"/>
                                      <a:pt x="587914" y="230127"/>
                                      <a:pt x="572493" y="114470"/>
                                    </a:cubicBezTo>
                                    <a:cubicBezTo>
                                      <a:pt x="564125" y="51712"/>
                                      <a:pt x="571008" y="95596"/>
                                      <a:pt x="548640" y="50860"/>
                                    </a:cubicBezTo>
                                    <a:cubicBezTo>
                                      <a:pt x="544892" y="43363"/>
                                      <a:pt x="544846" y="34283"/>
                                      <a:pt x="540688" y="27006"/>
                                    </a:cubicBezTo>
                                    <a:cubicBezTo>
                                      <a:pt x="521301" y="-6920"/>
                                      <a:pt x="545989" y="-824"/>
                                      <a:pt x="492980" y="31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A6A6A6">
                                  <a:alpha val="50980"/>
                                </a:srgb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7" o:spid="_x0000_s1026" style="position:absolute;margin-left:234.2pt;margin-top:16.65pt;width:45.75pt;height:51.6p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80985,6551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" path="m492980,3152c439971,7128,361357,35445,222636,50860v-7951,5301,-15070,12138,-23854,15902c188738,71067,176070,68651,166977,74713v-7951,5301,-10602,15903,-15903,23854c148424,109169,147428,120328,143123,130373,121964,179745,95172,156898,31805,162178v-2651,18553,-4276,37282,-7952,55659c14885,262677,11424,271029,,305301v15902,10602,36239,16516,47707,31806c103366,411319,74212,384814,127220,424571v2651,7951,12022,16527,7952,23854c124250,468085,87464,496133,87464,496133v7951,10602,12616,24781,23854,31805c122778,535101,137963,532611,151074,535889v40430,10107,26567,18318,87465,23854l326003,567694v7951,2651,17927,2025,23854,7952c355783,581573,354060,592003,357808,599500v4274,8547,9785,16512,15903,23853c396620,650843,392019,645358,421419,655159v26504,-2651,55328,3210,79513,-7952c514964,640731,515513,619814,524786,607451v6747,-8996,15903,-15903,23854,-23854c553941,570345,558745,556883,564542,543840v4814,-10832,15311,-19967,15903,-31805c582567,469598,575144,427221,572493,384814v6351,-152418,15421,-154687,,-270344c564125,51712,571008,95596,548640,50860v-3748,-7497,-3794,-16577,-7952,-23854c521301,-6920,545989,-824,492980,3152xe" fillcolor="#a6a6a6" stroked="f" strokeweight="1pt">
                      <v:fill opacity="33410f"/>
                      <v:stroke joinstyle="miter"/>
                      <v:path arrowok="t" o:connecttype="custom" o:connectlocs="492980,3152;222636,50860;198782,66762;166977,74713;151074,98567;143123,130373;31805,162178;23853,217837;0,305301;47707,337107;127220,424571;135172,448425;87464,496133;111318,527938;151074,535889;238539,559743;326003,567694;349857,575646;357808,599500;373711,623353;421419,655159;500932,647207;524786,607451;548640,583597;564542,543840;580445,512035;572493,384814;572493,114470;548640,50860;540688,27006;492980,3152" o:connectangles="0,0,0,0,0,0,0,0,0,0,0,0,0,0,0,0,0,0,0,0,0,0,0,0,0,0,0,0,0,0,0"/>
                    </v:shape>
                  </w:pict>
                </mc:Fallback>
              </mc:AlternateContent>
            </w:r>
          </w:p>
          <w:p w:rsidR="00734451" w:rsidRPr="00734451" w:rsidRDefault="00442D92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3402855</wp:posOffset>
                      </wp:positionH>
                      <wp:positionV relativeFrom="paragraph">
                        <wp:posOffset>199031</wp:posOffset>
                      </wp:positionV>
                      <wp:extent cx="1002361" cy="63611"/>
                      <wp:effectExtent l="38100" t="38100" r="26670" b="107950"/>
                      <wp:wrapNone/>
                      <wp:docPr id="132" name="Straight Arrow Connector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02361" cy="63611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32" o:spid="_x0000_s1026" type="#_x0000_t32" style="position:absolute;margin-left:267.95pt;margin-top:15.65pt;width:78.95pt;height:5pt;flip:x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66271E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6367021" wp14:editId="2178A424">
                      <wp:simplePos x="0" y="0"/>
                      <wp:positionH relativeFrom="column">
                        <wp:posOffset>3132663</wp:posOffset>
                      </wp:positionH>
                      <wp:positionV relativeFrom="paragraph">
                        <wp:posOffset>88949</wp:posOffset>
                      </wp:positionV>
                      <wp:extent cx="289355" cy="1469604"/>
                      <wp:effectExtent l="0" t="0" r="0" b="0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355" cy="1469604"/>
                              </a:xfrm>
                              <a:custGeom>
                                <a:avLst/>
                                <a:gdLst>
                                  <a:gd name="connsiteX0" fmla="*/ 167432 w 289355"/>
                                  <a:gd name="connsiteY0" fmla="*/ 71954 h 1469604"/>
                                  <a:gd name="connsiteX1" fmla="*/ 286702 w 289355"/>
                                  <a:gd name="connsiteY1" fmla="*/ 79906 h 1469604"/>
                                  <a:gd name="connsiteX2" fmla="*/ 238994 w 289355"/>
                                  <a:gd name="connsiteY2" fmla="*/ 636497 h 1469604"/>
                                  <a:gd name="connsiteX3" fmla="*/ 111773 w 289355"/>
                                  <a:gd name="connsiteY3" fmla="*/ 1145381 h 1469604"/>
                                  <a:gd name="connsiteX4" fmla="*/ 79968 w 289355"/>
                                  <a:gd name="connsiteY4" fmla="*/ 1407774 h 1469604"/>
                                  <a:gd name="connsiteX5" fmla="*/ 455 w 289355"/>
                                  <a:gd name="connsiteY5" fmla="*/ 1407774 h 1469604"/>
                                  <a:gd name="connsiteX6" fmla="*/ 119724 w 289355"/>
                                  <a:gd name="connsiteY6" fmla="*/ 723961 h 1469604"/>
                                  <a:gd name="connsiteX7" fmla="*/ 167432 w 289355"/>
                                  <a:gd name="connsiteY7" fmla="*/ 71954 h 14696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89355" h="1469604">
                                    <a:moveTo>
                                      <a:pt x="167432" y="71954"/>
                                    </a:moveTo>
                                    <a:cubicBezTo>
                                      <a:pt x="195262" y="-35388"/>
                                      <a:pt x="274775" y="-14184"/>
                                      <a:pt x="286702" y="79906"/>
                                    </a:cubicBezTo>
                                    <a:cubicBezTo>
                                      <a:pt x="298629" y="173996"/>
                                      <a:pt x="268149" y="458918"/>
                                      <a:pt x="238994" y="636497"/>
                                    </a:cubicBezTo>
                                    <a:cubicBezTo>
                                      <a:pt x="209839" y="814076"/>
                                      <a:pt x="138277" y="1016835"/>
                                      <a:pt x="111773" y="1145381"/>
                                    </a:cubicBezTo>
                                    <a:cubicBezTo>
                                      <a:pt x="85269" y="1273927"/>
                                      <a:pt x="98521" y="1364042"/>
                                      <a:pt x="79968" y="1407774"/>
                                    </a:cubicBezTo>
                                    <a:cubicBezTo>
                                      <a:pt x="61415" y="1451506"/>
                                      <a:pt x="-6171" y="1521743"/>
                                      <a:pt x="455" y="1407774"/>
                                    </a:cubicBezTo>
                                    <a:cubicBezTo>
                                      <a:pt x="7081" y="1293805"/>
                                      <a:pt x="90569" y="945272"/>
                                      <a:pt x="119724" y="723961"/>
                                    </a:cubicBezTo>
                                    <a:cubicBezTo>
                                      <a:pt x="148879" y="502650"/>
                                      <a:pt x="139602" y="179296"/>
                                      <a:pt x="167432" y="719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3" o:spid="_x0000_s1026" style="position:absolute;margin-left:246.65pt;margin-top:7pt;width:22.8pt;height:115.7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9355,14696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" path="m167432,71954v27830,-107342,107343,-86138,119270,7952c298629,173996,268149,458918,238994,636497,209839,814076,138277,1016835,111773,1145381,85269,1273927,98521,1364042,79968,1407774v-18553,43732,-86139,113969,-79513,c7081,1293805,90569,945272,119724,723961,148879,502650,139602,179296,167432,71954xe" fillcolor="black [3213]" stroked="f" strokeweight="1pt">
                      <v:stroke joinstyle="miter"/>
                      <v:path arrowok="t" o:connecttype="custom" o:connectlocs="167432,71954;286702,79906;238994,636497;111773,1145381;79968,1407774;455,1407774;119724,723961;167432,71954" o:connectangles="0,0,0,0,0,0,0,0"/>
                    </v:shape>
                  </w:pict>
                </mc:Fallback>
              </mc:AlternateContent>
            </w:r>
          </w:p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Pr="00734451" w:rsidRDefault="00734451" w:rsidP="00734451"/>
          <w:p w:rsidR="00734451" w:rsidRDefault="00D34BD0" w:rsidP="00734451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C3DC030" wp14:editId="5802B360">
                      <wp:simplePos x="0" y="0"/>
                      <wp:positionH relativeFrom="column">
                        <wp:posOffset>4349667</wp:posOffset>
                      </wp:positionH>
                      <wp:positionV relativeFrom="paragraph">
                        <wp:posOffset>132715</wp:posOffset>
                      </wp:positionV>
                      <wp:extent cx="1820849" cy="890546"/>
                      <wp:effectExtent l="0" t="0" r="27305" b="2413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0849" cy="89054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7256" w:rsidRDefault="00597256" w:rsidP="00D34BD0">
                                  <w:pPr>
                                    <w:jc w:val="center"/>
                                  </w:pPr>
                                  <w:r>
                                    <w:t>Calf arteries not visualised due to significant swelling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0" o:spid="_x0000_s1029" style="position:absolute;margin-left:342.5pt;margin-top:10.45pt;width:143.35pt;height:70.1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" fillcolor="#5b9bd5 [3204]" strokecolor="#1f4d78 [1604]" strokeweight="1pt">
                      <v:textbox>
                        <w:txbxContent>
                          <w:p w:rsidR="00597256" w:rsidRDefault="00597256" w:rsidP="00D34BD0">
                            <w:pPr>
                              <w:jc w:val="center"/>
                            </w:pPr>
                            <w:r>
                              <w:t>Calf arteries not visualised due to significant swelling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6271E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AA83DB7" wp14:editId="23549F80">
                      <wp:simplePos x="0" y="0"/>
                      <wp:positionH relativeFrom="column">
                        <wp:posOffset>2918431</wp:posOffset>
                      </wp:positionH>
                      <wp:positionV relativeFrom="paragraph">
                        <wp:posOffset>45251</wp:posOffset>
                      </wp:positionV>
                      <wp:extent cx="652007" cy="1677725"/>
                      <wp:effectExtent l="0" t="0" r="0" b="0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2007" cy="1677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Rectangle 4" o:spid="_x0000_s1026" style="position:absolute;margin-left:229.8pt;margin-top:3.55pt;width:51.35pt;height:132.1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" fillcolor="#a5a5a5 [2092]" stroked="f" strokeweight="1pt"/>
                  </w:pict>
                </mc:Fallback>
              </mc:AlternateContent>
            </w:r>
          </w:p>
          <w:p w:rsidR="00813362" w:rsidRPr="00734451" w:rsidRDefault="00D34BD0" w:rsidP="00734451">
            <w:pPr>
              <w:tabs>
                <w:tab w:val="left" w:pos="6345"/>
              </w:tabs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0077BB75" wp14:editId="0C5F35B3">
                      <wp:simplePos x="0" y="0"/>
                      <wp:positionH relativeFrom="column">
                        <wp:posOffset>3244436</wp:posOffset>
                      </wp:positionH>
                      <wp:positionV relativeFrom="paragraph">
                        <wp:posOffset>1500836</wp:posOffset>
                      </wp:positionV>
                      <wp:extent cx="1160890" cy="159026"/>
                      <wp:effectExtent l="38100" t="0" r="20320" b="88900"/>
                      <wp:wrapNone/>
                      <wp:docPr id="131" name="Straight Arrow Connector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60890" cy="159026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31" o:spid="_x0000_s1026" type="#_x0000_t32" style="position:absolute;margin-left:255.45pt;margin-top:118.2pt;width:91.4pt;height:12.5pt;flip:x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3B9BBE5D" wp14:editId="60E2CCD0">
                      <wp:simplePos x="0" y="0"/>
                      <wp:positionH relativeFrom="column">
                        <wp:posOffset>4404774</wp:posOffset>
                      </wp:positionH>
                      <wp:positionV relativeFrom="paragraph">
                        <wp:posOffset>1063238</wp:posOffset>
                      </wp:positionV>
                      <wp:extent cx="1820849" cy="890546"/>
                      <wp:effectExtent l="0" t="0" r="27305" b="24130"/>
                      <wp:wrapNone/>
                      <wp:docPr id="130" name="Rectangle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0849" cy="890546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7256" w:rsidRDefault="00597256" w:rsidP="00D34BD0">
                                  <w:pPr>
                                    <w:jc w:val="center"/>
                                  </w:pPr>
                                  <w:r>
                                    <w:t xml:space="preserve">Distal ATA and Dorsalis </w:t>
                                  </w:r>
                                  <w:proofErr w:type="spellStart"/>
                                  <w:r>
                                    <w:t>Pedis</w:t>
                                  </w:r>
                                  <w:proofErr w:type="spellEnd"/>
                                  <w:r>
                                    <w:t xml:space="preserve"> arteries are occluded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30" o:spid="_x0000_s1030" style="position:absolute;margin-left:346.85pt;margin-top:83.7pt;width:143.35pt;height:70.1pt;z-index:25167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" fillcolor="#5b9bd5 [3204]" strokecolor="#1f4d78 [1604]" strokeweight="1pt">
                      <v:textbox>
                        <w:txbxContent>
                          <w:p w:rsidR="00597256" w:rsidRDefault="00597256" w:rsidP="00D34BD0">
                            <w:pPr>
                              <w:jc w:val="center"/>
                            </w:pPr>
                            <w:r>
                              <w:t xml:space="preserve">Distal ATA and </w:t>
                            </w:r>
                            <w:proofErr w:type="spellStart"/>
                            <w:r>
                              <w:t>Dorsalis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Pedis</w:t>
                            </w:r>
                            <w:proofErr w:type="spellEnd"/>
                            <w:r>
                              <w:t xml:space="preserve"> arteries are occluded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77D8339B" wp14:editId="3C40BEAA">
                      <wp:simplePos x="0" y="0"/>
                      <wp:positionH relativeFrom="column">
                        <wp:posOffset>2218690</wp:posOffset>
                      </wp:positionH>
                      <wp:positionV relativeFrom="paragraph">
                        <wp:posOffset>1540510</wp:posOffset>
                      </wp:positionV>
                      <wp:extent cx="699135" cy="364490"/>
                      <wp:effectExtent l="0" t="0" r="62865" b="5461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9135" cy="3644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174.7pt;margin-top:121.3pt;width:55.05pt;height:28.7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ADF5541" wp14:editId="04D65BC2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1078865</wp:posOffset>
                      </wp:positionV>
                      <wp:extent cx="1820545" cy="890270"/>
                      <wp:effectExtent l="0" t="0" r="27305" b="24130"/>
                      <wp:wrapNone/>
                      <wp:docPr id="11" name="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0545" cy="89027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597256" w:rsidRDefault="00597256" w:rsidP="00D34BD0">
                                  <w:pPr>
                                    <w:jc w:val="center"/>
                                  </w:pPr>
                                  <w:r>
                                    <w:t>Medial Plantar artery is patent with monophasic waveforms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Rectangle 11" o:spid="_x0000_s1031" style="position:absolute;margin-left:28.05pt;margin-top:84.95pt;width:143.35pt;height:70.1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" fillcolor="#5b9bd5 [3204]" strokecolor="#1f4d78 [1604]" strokeweight="1pt">
                      <v:textbox>
                        <w:txbxContent>
                          <w:p w:rsidR="00597256" w:rsidRDefault="00597256" w:rsidP="00D34BD0">
                            <w:pPr>
                              <w:jc w:val="center"/>
                            </w:pPr>
                            <w:r>
                              <w:t>Medial Plantar artery is patent with monophasic waveforms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2E8ADD58" wp14:editId="205A57D5">
                      <wp:simplePos x="0" y="0"/>
                      <wp:positionH relativeFrom="column">
                        <wp:posOffset>3569942</wp:posOffset>
                      </wp:positionH>
                      <wp:positionV relativeFrom="paragraph">
                        <wp:posOffset>180920</wp:posOffset>
                      </wp:positionV>
                      <wp:extent cx="930800" cy="87464"/>
                      <wp:effectExtent l="38100" t="0" r="22225" b="10350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0800" cy="87464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281.1pt;margin-top:14.25pt;width:73.3pt;height:6.9pt;flip:x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" strokecolor="#5b9bd5 [3204]" strokeweight=".5pt">
                      <v:stroke endarrow="open" joinstyle="miter"/>
                    </v:shape>
                  </w:pict>
                </mc:Fallback>
              </mc:AlternateContent>
            </w:r>
            <w:r w:rsidR="0075017F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44E83835" wp14:editId="1BC11B14">
                      <wp:simplePos x="0" y="0"/>
                      <wp:positionH relativeFrom="column">
                        <wp:posOffset>3243549</wp:posOffset>
                      </wp:positionH>
                      <wp:positionV relativeFrom="paragraph">
                        <wp:posOffset>1397750</wp:posOffset>
                      </wp:positionV>
                      <wp:extent cx="96303" cy="508673"/>
                      <wp:effectExtent l="0" t="0" r="0" b="571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303" cy="508673"/>
                              </a:xfrm>
                              <a:custGeom>
                                <a:avLst/>
                                <a:gdLst>
                                  <a:gd name="connsiteX0" fmla="*/ 32692 w 96303"/>
                                  <a:gd name="connsiteY0" fmla="*/ 15622 h 508673"/>
                                  <a:gd name="connsiteX1" fmla="*/ 887 w 96303"/>
                                  <a:gd name="connsiteY1" fmla="*/ 230307 h 508673"/>
                                  <a:gd name="connsiteX2" fmla="*/ 8838 w 96303"/>
                                  <a:gd name="connsiteY2" fmla="*/ 437041 h 508673"/>
                                  <a:gd name="connsiteX3" fmla="*/ 8838 w 96303"/>
                                  <a:gd name="connsiteY3" fmla="*/ 508603 h 508673"/>
                                  <a:gd name="connsiteX4" fmla="*/ 48595 w 96303"/>
                                  <a:gd name="connsiteY4" fmla="*/ 444992 h 508673"/>
                                  <a:gd name="connsiteX5" fmla="*/ 40643 w 96303"/>
                                  <a:gd name="connsiteY5" fmla="*/ 222356 h 508673"/>
                                  <a:gd name="connsiteX6" fmla="*/ 96303 w 96303"/>
                                  <a:gd name="connsiteY6" fmla="*/ 39476 h 508673"/>
                                  <a:gd name="connsiteX7" fmla="*/ 32692 w 96303"/>
                                  <a:gd name="connsiteY7" fmla="*/ 15622 h 5086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6303" h="508673">
                                    <a:moveTo>
                                      <a:pt x="32692" y="15622"/>
                                    </a:moveTo>
                                    <a:cubicBezTo>
                                      <a:pt x="16789" y="47427"/>
                                      <a:pt x="4863" y="160071"/>
                                      <a:pt x="887" y="230307"/>
                                    </a:cubicBezTo>
                                    <a:cubicBezTo>
                                      <a:pt x="-3089" y="300543"/>
                                      <a:pt x="7513" y="390658"/>
                                      <a:pt x="8838" y="437041"/>
                                    </a:cubicBezTo>
                                    <a:cubicBezTo>
                                      <a:pt x="10163" y="483424"/>
                                      <a:pt x="2212" y="507278"/>
                                      <a:pt x="8838" y="508603"/>
                                    </a:cubicBezTo>
                                    <a:cubicBezTo>
                                      <a:pt x="15464" y="509928"/>
                                      <a:pt x="43294" y="492700"/>
                                      <a:pt x="48595" y="444992"/>
                                    </a:cubicBezTo>
                                    <a:cubicBezTo>
                                      <a:pt x="53896" y="397284"/>
                                      <a:pt x="32692" y="289942"/>
                                      <a:pt x="40643" y="222356"/>
                                    </a:cubicBezTo>
                                    <a:cubicBezTo>
                                      <a:pt x="48594" y="154770"/>
                                      <a:pt x="96303" y="73932"/>
                                      <a:pt x="96303" y="39476"/>
                                    </a:cubicBezTo>
                                    <a:cubicBezTo>
                                      <a:pt x="96303" y="5020"/>
                                      <a:pt x="48595" y="-16183"/>
                                      <a:pt x="32692" y="1562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8" o:spid="_x0000_s1026" style="position:absolute;margin-left:255.4pt;margin-top:110.05pt;width:7.6pt;height:40.0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303,508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" path="m32692,15622c16789,47427,4863,160071,887,230307v-3976,70236,6626,160351,7951,206734c10163,483424,2212,507278,8838,508603v6626,1325,34456,-15903,39757,-63611c53896,397284,32692,289942,40643,222356,48594,154770,96303,73932,96303,39476,96303,5020,48595,-16183,32692,15622xe" fillcolor="black [3213]" stroked="f" strokeweight="1pt">
                      <v:stroke joinstyle="miter"/>
                      <v:path arrowok="t" o:connecttype="custom" o:connectlocs="32692,15622;887,230307;8838,437041;8838,508603;48595,444992;40643,222356;96303,39476;32692,15622" o:connectangles="0,0,0,0,0,0,0,0"/>
                    </v:shape>
                  </w:pict>
                </mc:Fallback>
              </mc:AlternateContent>
            </w:r>
            <w:r w:rsidR="0066271E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A388F3A" wp14:editId="46DB906B">
                      <wp:simplePos x="0" y="0"/>
                      <wp:positionH relativeFrom="column">
                        <wp:posOffset>2854791</wp:posOffset>
                      </wp:positionH>
                      <wp:positionV relativeFrom="paragraph">
                        <wp:posOffset>1274138</wp:posOffset>
                      </wp:positionV>
                      <wp:extent cx="294875" cy="514118"/>
                      <wp:effectExtent l="0" t="0" r="10160" b="19685"/>
                      <wp:wrapNone/>
                      <wp:docPr id="6" name="Freeform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4875" cy="514118"/>
                              </a:xfrm>
                              <a:custGeom>
                                <a:avLst/>
                                <a:gdLst>
                                  <a:gd name="connsiteX0" fmla="*/ 47739 w 294875"/>
                                  <a:gd name="connsiteY0" fmla="*/ 19964 h 514118"/>
                                  <a:gd name="connsiteX1" fmla="*/ 230619 w 294875"/>
                                  <a:gd name="connsiteY1" fmla="*/ 27916 h 514118"/>
                                  <a:gd name="connsiteX2" fmla="*/ 294229 w 294875"/>
                                  <a:gd name="connsiteY2" fmla="*/ 147185 h 514118"/>
                                  <a:gd name="connsiteX3" fmla="*/ 198814 w 294875"/>
                                  <a:gd name="connsiteY3" fmla="*/ 353919 h 514118"/>
                                  <a:gd name="connsiteX4" fmla="*/ 111349 w 294875"/>
                                  <a:gd name="connsiteY4" fmla="*/ 512945 h 514118"/>
                                  <a:gd name="connsiteX5" fmla="*/ 7982 w 294875"/>
                                  <a:gd name="connsiteY5" fmla="*/ 417530 h 514118"/>
                                  <a:gd name="connsiteX6" fmla="*/ 15934 w 294875"/>
                                  <a:gd name="connsiteY6" fmla="*/ 258504 h 514118"/>
                                  <a:gd name="connsiteX7" fmla="*/ 47739 w 294875"/>
                                  <a:gd name="connsiteY7" fmla="*/ 19964 h 5141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294875" h="514118">
                                    <a:moveTo>
                                      <a:pt x="47739" y="19964"/>
                                    </a:moveTo>
                                    <a:cubicBezTo>
                                      <a:pt x="83520" y="-18467"/>
                                      <a:pt x="189537" y="6713"/>
                                      <a:pt x="230619" y="27916"/>
                                    </a:cubicBezTo>
                                    <a:cubicBezTo>
                                      <a:pt x="271701" y="49119"/>
                                      <a:pt x="299530" y="92851"/>
                                      <a:pt x="294229" y="147185"/>
                                    </a:cubicBezTo>
                                    <a:cubicBezTo>
                                      <a:pt x="288928" y="201519"/>
                                      <a:pt x="229294" y="292959"/>
                                      <a:pt x="198814" y="353919"/>
                                    </a:cubicBezTo>
                                    <a:cubicBezTo>
                                      <a:pt x="168334" y="414879"/>
                                      <a:pt x="143154" y="502343"/>
                                      <a:pt x="111349" y="512945"/>
                                    </a:cubicBezTo>
                                    <a:cubicBezTo>
                                      <a:pt x="79544" y="523547"/>
                                      <a:pt x="23884" y="459937"/>
                                      <a:pt x="7982" y="417530"/>
                                    </a:cubicBezTo>
                                    <a:cubicBezTo>
                                      <a:pt x="-7920" y="375123"/>
                                      <a:pt x="2682" y="326090"/>
                                      <a:pt x="15934" y="258504"/>
                                    </a:cubicBezTo>
                                    <a:cubicBezTo>
                                      <a:pt x="29186" y="190918"/>
                                      <a:pt x="11958" y="58395"/>
                                      <a:pt x="47739" y="1996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Freeform 6" o:spid="_x0000_s1026" style="position:absolute;margin-left:224.8pt;margin-top:100.35pt;width:23.2pt;height:40.5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875,514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" path="m47739,19964c83520,-18467,189537,6713,230619,27916v41082,21203,68911,64935,63610,119269c288928,201519,229294,292959,198814,353919v-30480,60960,-55660,148424,-87465,159026c79544,523547,23884,459937,7982,417530,-7920,375123,2682,326090,15934,258504,29186,190918,11958,58395,47739,19964xe" fillcolor="white [3212]" strokecolor="black [3213]" strokeweight="1pt">
                      <v:stroke joinstyle="miter"/>
                      <v:path arrowok="t" o:connecttype="custom" o:connectlocs="47739,19964;230619,27916;294229,147185;198814,353919;111349,512945;7982,417530;15934,258504;47739,19964" o:connectangles="0,0,0,0,0,0,0,0"/>
                    </v:shape>
                  </w:pict>
                </mc:Fallback>
              </mc:AlternateContent>
            </w:r>
            <w:r w:rsidR="00734451">
              <w:tab/>
            </w:r>
          </w:p>
        </w:tc>
      </w:tr>
      <w:tr w:rsidR="009E0202" w:rsidRPr="00316518" w:rsidTr="00442D92">
        <w:trPr>
          <w:trHeight w:hRule="exact" w:val="11578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43447A" w:rsidRDefault="00C93B52" w:rsidP="0043447A">
            <w:pPr>
              <w:jc w:val="both"/>
            </w:pPr>
            <w:r>
              <w:lastRenderedPageBreak/>
              <w:t>Report:</w:t>
            </w:r>
            <w:r w:rsidR="0043447A" w:rsidRPr="0043447A">
              <w:t xml:space="preserve"> </w:t>
            </w:r>
          </w:p>
          <w:p w:rsidR="0066271E" w:rsidRPr="0075017F" w:rsidRDefault="0066271E" w:rsidP="0043447A">
            <w:pPr>
              <w:jc w:val="both"/>
              <w:rPr>
                <w:b/>
                <w:u w:val="single"/>
              </w:rPr>
            </w:pPr>
            <w:proofErr w:type="spellStart"/>
            <w:r w:rsidRPr="0075017F">
              <w:rPr>
                <w:b/>
                <w:u w:val="single"/>
              </w:rPr>
              <w:t>Aorto</w:t>
            </w:r>
            <w:proofErr w:type="spellEnd"/>
            <w:r w:rsidRPr="0075017F">
              <w:rPr>
                <w:b/>
                <w:u w:val="single"/>
              </w:rPr>
              <w:t>-iliac</w:t>
            </w:r>
          </w:p>
          <w:p w:rsidR="0066271E" w:rsidRDefault="0066271E" w:rsidP="0043447A">
            <w:pPr>
              <w:jc w:val="both"/>
            </w:pPr>
            <w:r>
              <w:t xml:space="preserve">The abdominal aorta could not be visualised due to </w:t>
            </w:r>
            <w:r w:rsidR="0075017F">
              <w:t xml:space="preserve">body habitus and overlying bowel gas. The Common and External iliac arteries could not be assessed using B-mode due to very poor views. Doppler signal </w:t>
            </w:r>
            <w:r w:rsidR="00442D92">
              <w:t>could be</w:t>
            </w:r>
            <w:r w:rsidR="0075017F">
              <w:t xml:space="preserve"> assessed in certain segments. </w:t>
            </w:r>
            <w:r w:rsidR="0075017F" w:rsidRPr="00D34BD0">
              <w:rPr>
                <w:b/>
                <w:color w:val="FF0000"/>
              </w:rPr>
              <w:t xml:space="preserve">Pulsatile monophasic signals are detected in the external iliac arteries bilaterally indicating significant proximal </w:t>
            </w:r>
            <w:proofErr w:type="spellStart"/>
            <w:r w:rsidR="0075017F" w:rsidRPr="00D34BD0">
              <w:rPr>
                <w:b/>
                <w:color w:val="FF0000"/>
              </w:rPr>
              <w:t>aorto</w:t>
            </w:r>
            <w:proofErr w:type="spellEnd"/>
            <w:r w:rsidR="0075017F" w:rsidRPr="00D34BD0">
              <w:rPr>
                <w:b/>
                <w:color w:val="FF0000"/>
              </w:rPr>
              <w:t>-iliac disease</w:t>
            </w:r>
            <w:r w:rsidR="0075017F">
              <w:t>. A maximum velocity of 220cm/sec is detected in a small segment of left external iliac ar</w:t>
            </w:r>
            <w:r w:rsidR="00442D92">
              <w:t>tery indicating 50-75% stenosis; although pre-stenotic velocities could not be assessed to calculate the velocity ratio.</w:t>
            </w:r>
          </w:p>
          <w:p w:rsidR="0075017F" w:rsidRPr="0075017F" w:rsidRDefault="0075017F" w:rsidP="0043447A">
            <w:pPr>
              <w:jc w:val="both"/>
              <w:rPr>
                <w:b/>
                <w:u w:val="single"/>
              </w:rPr>
            </w:pPr>
            <w:r w:rsidRPr="0075017F">
              <w:rPr>
                <w:b/>
                <w:u w:val="single"/>
              </w:rPr>
              <w:t>Left Leg</w:t>
            </w:r>
          </w:p>
          <w:p w:rsidR="0075017F" w:rsidRDefault="0075017F" w:rsidP="0043447A">
            <w:pPr>
              <w:jc w:val="both"/>
            </w:pPr>
            <w:r>
              <w:t>The Common and proximal Profunda femoral arteries are patent with pulsatile monophasic waveforms detected; no significant stenosis noted.</w:t>
            </w:r>
          </w:p>
          <w:p w:rsidR="0075017F" w:rsidRPr="0075017F" w:rsidRDefault="0075017F" w:rsidP="0043447A">
            <w:pPr>
              <w:jc w:val="both"/>
              <w:rPr>
                <w:b/>
                <w:color w:val="FF0000"/>
              </w:rPr>
            </w:pPr>
            <w:r w:rsidRPr="0075017F">
              <w:rPr>
                <w:b/>
                <w:color w:val="FF0000"/>
              </w:rPr>
              <w:t xml:space="preserve">The Superficial Femoral artery is chronically occluded from its origin </w:t>
            </w:r>
            <w:r w:rsidR="00597256">
              <w:rPr>
                <w:b/>
                <w:color w:val="FF0000"/>
              </w:rPr>
              <w:t xml:space="preserve">and is noted to be of very small calibre. The artery </w:t>
            </w:r>
            <w:r w:rsidRPr="0075017F">
              <w:rPr>
                <w:b/>
                <w:color w:val="FF0000"/>
              </w:rPr>
              <w:t>reforms in the distal thigh approximately 10-15cm above knee crease.</w:t>
            </w:r>
          </w:p>
          <w:p w:rsidR="0075017F" w:rsidRPr="00442D92" w:rsidRDefault="0075017F" w:rsidP="0043447A">
            <w:pPr>
              <w:jc w:val="both"/>
              <w:rPr>
                <w:b/>
              </w:rPr>
            </w:pPr>
            <w:r w:rsidRPr="00442D92">
              <w:t>The Popliteal artery could be evaluated only its proximal segment due to patient’s inability to posi</w:t>
            </w:r>
            <w:r w:rsidR="00442D92" w:rsidRPr="00442D92">
              <w:t>tion himself</w:t>
            </w:r>
            <w:r w:rsidR="00597256">
              <w:t xml:space="preserve"> adequately</w:t>
            </w:r>
            <w:r w:rsidR="00442D92" w:rsidRPr="00442D92">
              <w:t xml:space="preserve">. The vessel is </w:t>
            </w:r>
            <w:r w:rsidRPr="00442D92">
              <w:t xml:space="preserve">noted to be </w:t>
            </w:r>
            <w:proofErr w:type="spellStart"/>
            <w:r w:rsidRPr="00442D92">
              <w:t>patent</w:t>
            </w:r>
            <w:proofErr w:type="spellEnd"/>
            <w:r w:rsidRPr="00442D92">
              <w:t xml:space="preserve"> with monophasic waveforms detected</w:t>
            </w:r>
            <w:r w:rsidR="00442D92" w:rsidRPr="00442D92">
              <w:t xml:space="preserve"> in the assessed segment</w:t>
            </w:r>
            <w:r w:rsidRPr="00442D92">
              <w:t>.</w:t>
            </w:r>
            <w:r w:rsidR="00D34BD0" w:rsidRPr="00442D92">
              <w:t xml:space="preserve"> </w:t>
            </w:r>
            <w:r w:rsidR="00D34BD0" w:rsidRPr="00442D92">
              <w:rPr>
                <w:b/>
              </w:rPr>
              <w:t>The TPT could not be assessed.</w:t>
            </w:r>
          </w:p>
          <w:p w:rsidR="0075017F" w:rsidRPr="00D34BD0" w:rsidRDefault="0075017F" w:rsidP="0043447A">
            <w:pPr>
              <w:jc w:val="both"/>
              <w:rPr>
                <w:b/>
                <w:color w:val="FF0000"/>
              </w:rPr>
            </w:pPr>
            <w:r w:rsidRPr="00D34BD0">
              <w:rPr>
                <w:b/>
                <w:color w:val="FF0000"/>
              </w:rPr>
              <w:t>The Run-off vessels could not be adequately visualised in the calf d</w:t>
            </w:r>
            <w:r w:rsidR="00D34BD0" w:rsidRPr="00D34BD0">
              <w:rPr>
                <w:b/>
                <w:color w:val="FF0000"/>
              </w:rPr>
              <w:t xml:space="preserve">ue to significant swelling. </w:t>
            </w:r>
          </w:p>
          <w:p w:rsidR="00D34BD0" w:rsidRPr="001B67FD" w:rsidRDefault="00D34BD0" w:rsidP="0043447A">
            <w:pPr>
              <w:jc w:val="both"/>
              <w:rPr>
                <w:b/>
              </w:rPr>
            </w:pPr>
            <w:r w:rsidRPr="001B67FD">
              <w:rPr>
                <w:b/>
                <w:color w:val="FF0000"/>
              </w:rPr>
              <w:t xml:space="preserve">The </w:t>
            </w:r>
            <w:r w:rsidR="00442D92" w:rsidRPr="001B67FD">
              <w:rPr>
                <w:b/>
                <w:color w:val="FF0000"/>
              </w:rPr>
              <w:t xml:space="preserve">distal </w:t>
            </w:r>
            <w:r w:rsidRPr="001B67FD">
              <w:rPr>
                <w:b/>
                <w:color w:val="FF0000"/>
              </w:rPr>
              <w:t>anterior tibial artery and the Dor</w:t>
            </w:r>
            <w:r w:rsidR="00442D92" w:rsidRPr="001B67FD">
              <w:rPr>
                <w:b/>
                <w:color w:val="FF0000"/>
              </w:rPr>
              <w:t xml:space="preserve">salis </w:t>
            </w:r>
            <w:proofErr w:type="spellStart"/>
            <w:r w:rsidR="00442D92" w:rsidRPr="001B67FD">
              <w:rPr>
                <w:b/>
                <w:color w:val="FF0000"/>
              </w:rPr>
              <w:t>Pedis</w:t>
            </w:r>
            <w:proofErr w:type="spellEnd"/>
            <w:r w:rsidR="00442D92" w:rsidRPr="001B67FD">
              <w:rPr>
                <w:b/>
                <w:color w:val="FF0000"/>
              </w:rPr>
              <w:t xml:space="preserve"> artery are occluded</w:t>
            </w:r>
            <w:r w:rsidR="00442D92">
              <w:rPr>
                <w:b/>
              </w:rPr>
              <w:t>; the vessel could not be assessed in the calf.</w:t>
            </w:r>
            <w:r w:rsidR="001B67FD">
              <w:rPr>
                <w:b/>
              </w:rPr>
              <w:t xml:space="preserve"> </w:t>
            </w:r>
          </w:p>
          <w:p w:rsidR="00D34BD0" w:rsidRPr="0075017F" w:rsidRDefault="00D34BD0" w:rsidP="0043447A">
            <w:pPr>
              <w:jc w:val="both"/>
              <w:rPr>
                <w:b/>
              </w:rPr>
            </w:pPr>
            <w:r>
              <w:rPr>
                <w:b/>
              </w:rPr>
              <w:t xml:space="preserve">The Posterior Tibial and the Peroneal arteries could not be assessed due to significant leg swelling and bandaging at the ankle. </w:t>
            </w:r>
            <w:r w:rsidR="00442D92">
              <w:rPr>
                <w:b/>
              </w:rPr>
              <w:t>The medial plantar artery</w:t>
            </w:r>
            <w:r w:rsidR="00597256">
              <w:rPr>
                <w:b/>
              </w:rPr>
              <w:t xml:space="preserve"> was assessed below the bandaging and</w:t>
            </w:r>
            <w:r w:rsidR="00442D92">
              <w:rPr>
                <w:b/>
              </w:rPr>
              <w:t xml:space="preserve"> is noted to be </w:t>
            </w:r>
            <w:proofErr w:type="spellStart"/>
            <w:r w:rsidR="00442D92">
              <w:rPr>
                <w:b/>
              </w:rPr>
              <w:t>patent</w:t>
            </w:r>
            <w:proofErr w:type="spellEnd"/>
            <w:r w:rsidR="00442D92">
              <w:rPr>
                <w:b/>
              </w:rPr>
              <w:t xml:space="preserve"> with monophasic signals detected</w:t>
            </w:r>
            <w:r>
              <w:rPr>
                <w:b/>
              </w:rPr>
              <w:t>.</w:t>
            </w:r>
          </w:p>
          <w:p w:rsidR="00F55627" w:rsidRDefault="00F55627" w:rsidP="0071211D">
            <w:pPr>
              <w:jc w:val="both"/>
            </w:pPr>
          </w:p>
          <w:p w:rsidR="00D34BD0" w:rsidRDefault="00D34BD0" w:rsidP="0071211D">
            <w:pPr>
              <w:jc w:val="both"/>
              <w:rPr>
                <w:b/>
              </w:rPr>
            </w:pPr>
            <w:r>
              <w:rPr>
                <w:b/>
              </w:rPr>
              <w:t>Conclusion</w:t>
            </w:r>
          </w:p>
          <w:p w:rsidR="00442D92" w:rsidRPr="00442D92" w:rsidRDefault="00D34BD0" w:rsidP="00D34BD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 xml:space="preserve">Likely significant </w:t>
            </w:r>
            <w:r w:rsidR="00442D92">
              <w:t xml:space="preserve">proximal </w:t>
            </w:r>
            <w:proofErr w:type="spellStart"/>
            <w:r w:rsidR="001B67FD">
              <w:t>aorto</w:t>
            </w:r>
            <w:proofErr w:type="spellEnd"/>
            <w:r w:rsidR="001B67FD">
              <w:t>-iliac disease; pulsatile monophasic waveforms in the bilateral EIA distally (</w:t>
            </w:r>
            <w:r>
              <w:t>not able to fully assess due to above mentioned limitations</w:t>
            </w:r>
            <w:r w:rsidR="001B67FD">
              <w:t>)</w:t>
            </w:r>
            <w:r w:rsidR="00442D92">
              <w:t xml:space="preserve"> </w:t>
            </w:r>
          </w:p>
          <w:p w:rsidR="00442D92" w:rsidRPr="00442D92" w:rsidRDefault="00442D92" w:rsidP="00D34BD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 xml:space="preserve">Likely 50-70% </w:t>
            </w:r>
            <w:r w:rsidR="001B67FD">
              <w:t xml:space="preserve">left </w:t>
            </w:r>
            <w:r>
              <w:t>EIA stenosis (PSV 220cm/sec)</w:t>
            </w:r>
          </w:p>
          <w:p w:rsidR="00D34BD0" w:rsidRPr="00442D92" w:rsidRDefault="00D34BD0" w:rsidP="00D34BD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>Occluded SFA with distal reformation</w:t>
            </w:r>
          </w:p>
          <w:p w:rsidR="00D34BD0" w:rsidRPr="00D34BD0" w:rsidRDefault="00D34BD0" w:rsidP="00D34BD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>Unable to fully assess run-off vessels in the calf due to significant swelling and poor views</w:t>
            </w:r>
          </w:p>
          <w:p w:rsidR="00D34BD0" w:rsidRPr="00D34BD0" w:rsidRDefault="00D34BD0" w:rsidP="00D34BD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>Occluded distal ATA and DPA</w:t>
            </w:r>
          </w:p>
          <w:p w:rsidR="00D34BD0" w:rsidRPr="00D34BD0" w:rsidRDefault="00D34BD0" w:rsidP="00D34BD0">
            <w:pPr>
              <w:pStyle w:val="ListParagraph"/>
              <w:numPr>
                <w:ilvl w:val="0"/>
                <w:numId w:val="1"/>
              </w:numPr>
              <w:jc w:val="both"/>
              <w:rPr>
                <w:b/>
              </w:rPr>
            </w:pPr>
            <w:r>
              <w:t>Patent medial Plantar artery</w:t>
            </w:r>
          </w:p>
          <w:p w:rsidR="00D34BD0" w:rsidRPr="00D34BD0" w:rsidRDefault="00D34BD0" w:rsidP="00D34BD0">
            <w:pPr>
              <w:jc w:val="both"/>
              <w:rPr>
                <w:b/>
              </w:rPr>
            </w:pPr>
            <w:r>
              <w:rPr>
                <w:b/>
              </w:rPr>
              <w:t>Suggested alternative imaging methods if full evaluation required</w:t>
            </w:r>
          </w:p>
        </w:tc>
      </w:tr>
    </w:tbl>
    <w:p w:rsidR="00F97841" w:rsidRDefault="00F97841" w:rsidP="008C4F7F">
      <w:pPr>
        <w:pStyle w:val="CUSTOMNormal"/>
      </w:pPr>
    </w:p>
    <w:sectPr w:rsidR="00F97841" w:rsidSect="00316518">
      <w:headerReference w:type="default" r:id="rId8"/>
      <w:headerReference w:type="first" r:id="rId9"/>
      <w:footerReference w:type="first" r:id="rId10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56" w:rsidRDefault="00597256" w:rsidP="005748E3">
      <w:pPr>
        <w:spacing w:after="0" w:line="240" w:lineRule="auto"/>
      </w:pPr>
      <w:r>
        <w:separator/>
      </w:r>
    </w:p>
  </w:endnote>
  <w:endnote w:type="continuationSeparator" w:id="0">
    <w:p w:rsidR="00597256" w:rsidRDefault="00597256" w:rsidP="00574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56" w:rsidRDefault="00597256" w:rsidP="00734451">
    <w:pPr>
      <w:pStyle w:val="Footer"/>
      <w:spacing w:before="240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4F221D78">
              <wp:simplePos x="0" y="0"/>
              <wp:positionH relativeFrom="column">
                <wp:posOffset>269875</wp:posOffset>
              </wp:positionH>
              <wp:positionV relativeFrom="paragraph">
                <wp:posOffset>-1040130</wp:posOffset>
              </wp:positionV>
              <wp:extent cx="6003925" cy="419100"/>
              <wp:effectExtent l="12700" t="7620" r="3175" b="11430"/>
              <wp:wrapNone/>
              <wp:docPr id="1" name="Group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15" name="Group 117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16" name="Group 11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17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8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7256" w:rsidRPr="00734451" w:rsidRDefault="00597256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12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20" name="Rectangle 9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9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7256" w:rsidRPr="00734451" w:rsidRDefault="00597256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31" name="Group 119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34" name="Group 99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35" name="AutoShape 9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6" name="AutoShape 9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97256" w:rsidRPr="00734451" w:rsidRDefault="00597256" w:rsidP="008147B4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38" name="Group 118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39" name="Group 100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40" name="Rectangle 97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42" name="Text Box 9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7256" w:rsidRPr="00734451" w:rsidRDefault="00597256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45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148" name="AutoShape 86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1" name="Text Box 8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97256" w:rsidRPr="00734451" w:rsidRDefault="00597256" w:rsidP="008147B4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0" o:spid="_x0000_s1034" style="position:absolute;margin-left:21.25pt;margin-top:-81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">
              <v:group id="Group 117" o:spid="_x0000_s1035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<v:group id="Group 111" o:spid="_x0000_s1036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rect id="Rectangle 82" o:spid="_x0000_s1037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vW8AA&#10;AADbAAAADwAAAGRycy9kb3ducmV2LnhtbERPS0/DMAy+T9p/iDyJ25ZuUhiUptPEmyODCzerMU1F&#10;41SN2cq/J0hIu/nT93S1m0KvjjSmLrKF9aoARdxE13Fr4f3tYXkFKgmywz4yWfihBLt6PquwdPHE&#10;r3Q8SKtyCKcSLXiRodQ6NZ4CplUciDP3GceAkuHYajfiKYeHXm+K4lIH7Dg3eBzo1lPzdfgOFu7k&#10;yVyLCY/33VY+Jm9M2jQv1l4spv0NKKFJzuJ/97PL8w38/ZIP0P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KrvW8AAAADbAAAADwAAAAAAAAAAAAAAAACYAgAAZHJzL2Rvd25y&#10;ZXYueG1sUEsFBgAAAAAEAAQA9QAAAIUDAAAAAA==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83" o:spid="_x0000_s1038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qpcMA&#10;AADbAAAADwAAAGRycy9kb3ducmV2LnhtbERPS0vDQBC+C/0PyxS82U17KJJ2W6QP8KDWVgW9jdkx&#10;Cc3Oht1pmv57VxB6m4/vOfNl7xrVUYi1ZwPjUQaKuPC25tLA+9v27h5UFGSLjWcycKEIy8XgZo65&#10;9WfeU3eQUqUQjjkaqETaXOtYVOQwjnxLnLgfHxxKgqHUNuA5hbtGT7Jsqh3WnBoqbGlVUXE8nJyB&#10;5jOGp+9Mvrp1+SyvO3362IxfjLkd9g8zUEK9XMX/7keb5k/h75d0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VqpcMAAADbAAAADwAAAAAAAAAAAAAAAACYAgAAZHJzL2Rv&#10;d25yZXYueG1sUEsFBgAAAAAEAAQA9QAAAIgDAAAAAA==&#10;" filled="f" stroked="f" strokeweight=".5pt">
                    <v:textbox inset="0,0,0,0">
                      <w:txbxContent>
                        <w:p w:rsidR="00597256" w:rsidRPr="00734451" w:rsidRDefault="00597256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12" o:spid="_x0000_s1039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rect id="Rectangle 91" o:spid="_x0000_s1040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yOLscA&#10;AADbAAAADwAAAGRycy9kb3ducmV2LnhtbESPT2vDMAzF74N9B6NBL6V1NsZo07qlDMo6GOvfS28i&#10;1uKwWA6x22T99NNhsJvEe3rvp/my97W6UhurwAYexxko4iLYiksDp+N6NAEVE7LFOjAZ+KEIy8X9&#10;3RxzGzre0/WQSiUhHHM04FJqcq1j4chjHIeGWLSv0HpMsralti12Eu5r/ZRlL9pjxdLgsKFXR8X3&#10;4eINbNeX91V35tv0tttlH8/DYefePo0ZPPSrGahEffo3/11vrOALrPwiA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8ji7HAAAA2wAAAA8AAAAAAAAAAAAAAAAAmAIAAGRy&#10;cy9kb3ducmV2LnhtbFBLBQYAAAAABAAEAPUAAACMAwAAAAA=&#10;" strokeweight=".5pt">
                    <v:fill r:id="rId2" o:title="" recolor="t" rotate="t" type="tile"/>
                  </v:rect>
                  <v:shape id="Text Box 92" o:spid="_x0000_s1041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+18MA&#10;AADbAAAADwAAAGRycy9kb3ducmV2LnhtbERPS2vCQBC+F/oflin0Vjd6KDV1FbEKHvpQ20J7m2an&#10;SWh2NuyOMf57tyB4m4/vOZNZ7xrVUYi1ZwPDQQaKuPC25tLAx/vq7gFUFGSLjWcycKQIs+n11QRz&#10;6w+8pW4npUohHHM0UIm0udaxqMhhHPiWOHG/PjiUBEOpbcBDCneNHmXZvXZYc2qosKVFRcXfbu8M&#10;NF8xPP9k8t09lS+yedP7z+Xw1Zjbm37+CEqol4v47F7bNH8M/7+kA/T0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r+18MAAADbAAAADwAAAAAAAAAAAAAAAACYAgAAZHJzL2Rv&#10;d25yZXYueG1sUEsFBgAAAAAEAAQA9QAAAIgDAAAAAA==&#10;" filled="f" stroked="f" strokeweight=".5pt">
                    <v:textbox inset="0,0,0,0">
                      <w:txbxContent>
                        <w:p w:rsidR="00597256" w:rsidRPr="00734451" w:rsidRDefault="00597256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19" o:spid="_x0000_s1042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group id="Group 99" o:spid="_x0000_s1043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94" o:spid="_x0000_s1044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ruvMMAAADbAAAADwAAAGRycy9kb3ducmV2LnhtbESPUWvCMBSF3wf+h3CFvc20FsaoRtmK&#10;iuLL5vwBl+aaFJub0kTb/XszGOzxcM75Dme5Hl0r7tSHxrOCfJaBIK69btgoOH9vX95AhIissfVM&#10;Cn4owHo1eVpiqf3AX3Q/RSMShEOJCmyMXSllqC05DDPfESfv4nuHMcneSN3jkOCulfMse5UOG04L&#10;FjuqLNXX080p+PCf9WFnQnfcFpU/bIyVx2xU6nk6vi9ARBrjf/ivvdcKihx+v6QfIF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I67rzDAAAA2wAAAA8AAAAAAAAAAAAA&#10;AAAAoQIAAGRycy9kb3ducmV2LnhtbFBLBQYAAAAABAAEAPkAAACRAwAAAAA=&#10;" strokecolor="#00b050" strokeweight="1pt">
                    <v:stroke dashstyle="dash"/>
                  </v:shape>
                  <v:shape id="AutoShape 95" o:spid="_x0000_s1045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0K88AAAADcAAAADwAAAGRycy9kb3ducmV2LnhtbERP24rCMBB9F/yHMMK+aaouItUoKrqs&#10;+OLtA4ZmTIrNpDRRu3+/WVjwbQ7nOvNl6yrxpCaUnhUMBxkI4sLrko2C62XXn4IIEVlj5ZkU/FCA&#10;5aLbmWOu/YtP9DxHI1IIhxwV2BjrXMpQWHIYBr4mTtzNNw5jgo2RusFXCneVHGXZRDosOTVYrGlj&#10;qbifH07B2h+L/ZcJ9WE33vj91lh5yFqlPnrtagYiUhvf4n/3t07zx5/w90y6QC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hNCvPAAAAA3AAAAA8AAAAAAAAAAAAAAAAA&#10;oQIAAGRycy9kb3ducmV2LnhtbFBLBQYAAAAABAAEAPkAAACOAwAAAAA=&#10;" strokecolor="#00b050" strokeweight="1pt">
                    <v:stroke dashstyle="dash"/>
                  </v:shape>
                  <v:shape id="Text Box 96" o:spid="_x0000_s1046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6ecQA&#10;AADcAAAADwAAAGRycy9kb3ducmV2LnhtbERPS2vCQBC+F/oflhF6qxsrSEldRWwLHvpSW6i3MTsm&#10;odnZsDvG+O/dQqG3+fieM533rlEdhVh7NjAaZqCIC29rLg18bp9v70FFQbbYeCYDZ4own11fTTG3&#10;/sRr6jZSqhTCMUcDlUibax2LihzGoW+JE3fwwaEkGEptA55SuGv0XZZNtMOaU0OFLS0rKn42R2eg&#10;+Y7hZZ/JrnssX+XjXR+/nkZvxtwM+sUDKKFe/sV/7pVN88cT+H0mXa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oOnnEAAAA3AAAAA8AAAAAAAAAAAAAAAAAmAIAAGRycy9k&#10;b3ducmV2LnhtbFBLBQYAAAAABAAEAPUAAACJAwAAAAA=&#10;" filled="f" stroked="f" strokeweight=".5pt">
                    <v:textbox inset="0,0,0,0">
                      <w:txbxContent>
                        <w:p w:rsidR="00597256" w:rsidRPr="00734451" w:rsidRDefault="00597256" w:rsidP="008147B4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8" o:spid="_x0000_s1047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group id="Group 100" o:spid="_x0000_s1048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95c58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veXOfFAAAA3AAA&#10;AA8AAAAAAAAAAAAAAAAAqgIAAGRycy9kb3ducmV2LnhtbFBLBQYAAAAABAAEAPoAAACcAwAAAAA=&#10;">
                    <v:rect id="Rectangle 97" o:spid="_x0000_s1049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AUyMMA&#10;AADcAAAADwAAAGRycy9kb3ducmV2LnhtbERP22oCMRB9L/QfwhR806wVRFejSFFQsHip0NdxM91d&#10;upmsSdStX28EoW9zONcZTxtTiQs5X1pW0O0kIIgzq0vOFRy+Fu0BCB+QNVaWScEfeZhOXl/GmGp7&#10;5R1d9iEXMYR9igqKEOpUSp8VZNB3bE0cuR/rDIYIXS61w2sMN5V8T5K+NFhybCiwpo+Cst/92Shw&#10;88P3vF9uetv1Kaxvg6Y+fvJKqdZbMxuBCNSEf/HTvdRxfm8Ij2fiBX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AUyMMAAADcAAAADwAAAAAAAAAAAAAAAACYAgAAZHJzL2Rv&#10;d25yZXYueG1sUEsFBgAAAAAEAAQA9QAAAIgDAAAAAA==&#10;" fillcolor="#b2b2b2" strokeweight=".5pt"/>
                    <v:shape id="Text Box 98" o:spid="_x0000_s1050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t068YA&#10;AADcAAAADwAAAGRycy9kb3ducmV2LnhtbESPzUvDQBDF74L/wzKCN7upiEjstogf4MGvthba2zQ7&#10;JsHsbNidpvG/dw6Ctxnem/d+M1uMoTMDpdxGdjCdFGCIq+hbrh18rp8ubsBkQfbYRSYHP5RhMT89&#10;mWHp45GXNKykNhrCuUQHjUhfWpurhgLmSeyJVfuKKaDommrrEx41PHT2siiubcCWtaHBnu4bqr5X&#10;h+Cg2+b0si9kNzzUr/Lxbg+bx+mbc+dn490tGKFR/s1/189e8a8UX5/RCez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t068YAAADcAAAADwAAAAAAAAAAAAAAAACYAgAAZHJz&#10;L2Rvd25yZXYueG1sUEsFBgAAAAAEAAQA9QAAAIsDAAAAAA==&#10;" filled="f" stroked="f" strokeweight=".5pt">
                      <v:textbox inset="0,0,0,0">
                        <w:txbxContent>
                          <w:p w:rsidR="00597256" w:rsidRPr="00734451" w:rsidRDefault="00597256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3" o:spid="_x0000_s1051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shape id="AutoShape 86" o:spid="_x0000_s1052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G/9uMQAAADcAAAADwAAAGRycy9kb3ducmV2LnhtbESPQW/CMAyF70j8h8hIu9EUNI3RNSBA&#10;TNsVGNKOVuO1HY1TNRmEfz8fJu1m6z2/97lcJ9epKw2h9WxgluWgiCtvW64NfJxep8+gQkS22Hkm&#10;A3cKsF6NRyUW1t/4QNdjrJWEcCjQQBNjX2gdqoYchsz3xKJ9+cFhlHWotR3wJuGu0/M8f9IOW5aG&#10;BnvaNVRdjj/OwGme7xNezna7WH5/7u8+7WZvyZiHSdq8gIqU4r/57/rdCv6j0MozMoFe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b/24xAAAANwAAAAPAAAAAAAAAAAA&#10;AAAAAKECAABkcnMvZG93bnJldi54bWxQSwUGAAAAAAQABAD5AAAAkgMAAAAA&#10;" strokecolor="#5f5f5f" strokeweight="1pt">
                      <v:stroke dashstyle="1 1"/>
                    </v:shape>
                    <v:shape id="Text Box 87" o:spid="_x0000_s1053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5HrcQA&#10;AADcAAAADwAAAGRycy9kb3ducmV2LnhtbERPS0vDQBC+C/0PyxR6s5sIlRK7LaIWevBRawt6G7Nj&#10;EszOht1pGv+9KxS8zcf3nMVqcK3qKcTGs4F8moEiLr1tuDKwf1tfzkFFQbbYeiYDPxRhtRxdLLCw&#10;/sSv1O+kUimEY4EGapGu0DqWNTmMU98RJ+7LB4eSYKi0DXhK4a7VV1l2rR02nBpq7OiupvJ7d3QG&#10;2vcYHj8z+ejvqyfZvujj4SF/NmYyHm5vQAkN8i8+uzc2zZ/l8PdMukA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eR63EAAAA3AAAAA8AAAAAAAAAAAAAAAAAmAIAAGRycy9k&#10;b3ducmV2LnhtbFBLBQYAAAAABAAEAPUAAACJAwAAAAA=&#10;" filled="f" stroked="f" strokeweight=".5pt">
                      <v:textbox inset="0,0,0,0">
                        <w:txbxContent>
                          <w:p w:rsidR="00597256" w:rsidRPr="00734451" w:rsidRDefault="00597256" w:rsidP="008147B4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4F221D79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56" w:rsidRDefault="00597256" w:rsidP="005748E3">
      <w:pPr>
        <w:spacing w:after="0" w:line="240" w:lineRule="auto"/>
      </w:pPr>
      <w:r>
        <w:separator/>
      </w:r>
    </w:p>
  </w:footnote>
  <w:footnote w:type="continuationSeparator" w:id="0">
    <w:p w:rsidR="00597256" w:rsidRDefault="00597256" w:rsidP="00574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56" w:rsidRDefault="00597256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4F221D72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7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8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9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4F221D73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4F221D74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7256" w:rsidRDefault="00597256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32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597256" w:rsidRDefault="00597256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256" w:rsidRDefault="00597256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4384" behindDoc="1" locked="1" layoutInCell="0" allowOverlap="1" wp14:anchorId="4CF99592">
          <wp:simplePos x="0" y="0"/>
          <wp:positionH relativeFrom="page">
            <wp:posOffset>2974975</wp:posOffset>
          </wp:positionH>
          <wp:positionV relativeFrom="page">
            <wp:posOffset>3359150</wp:posOffset>
          </wp:positionV>
          <wp:extent cx="1620520" cy="5598160"/>
          <wp:effectExtent l="0" t="0" r="0" b="2540"/>
          <wp:wrapNone/>
          <wp:docPr id="141" name="Picture 141" descr="Left_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1" descr="Left_2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880" t="5458"/>
                  <a:stretch>
                    <a:fillRect/>
                  </a:stretch>
                </pic:blipFill>
                <pic:spPr bwMode="auto">
                  <a:xfrm>
                    <a:off x="0" y="0"/>
                    <a:ext cx="1620520" cy="559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4F221D76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4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5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6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4F221D77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7256" w:rsidRDefault="00597256" w:rsidP="002E04BC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97256" w:rsidRDefault="00597256" w:rsidP="002E04BC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80B7B"/>
    <w:multiLevelType w:val="hybridMultilevel"/>
    <w:tmpl w:val="306057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>
      <o:colormru v:ext="edit" colors="#ddd,silver,#b2b2b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FD"/>
    <w:rsid w:val="00000CAF"/>
    <w:rsid w:val="00002C57"/>
    <w:rsid w:val="0002322E"/>
    <w:rsid w:val="000304A4"/>
    <w:rsid w:val="00030ECC"/>
    <w:rsid w:val="00033B0B"/>
    <w:rsid w:val="00044A92"/>
    <w:rsid w:val="00047E48"/>
    <w:rsid w:val="0006170F"/>
    <w:rsid w:val="0007017A"/>
    <w:rsid w:val="00075B57"/>
    <w:rsid w:val="00095E0A"/>
    <w:rsid w:val="000B1F8C"/>
    <w:rsid w:val="000C302A"/>
    <w:rsid w:val="000D03AD"/>
    <w:rsid w:val="000D12F2"/>
    <w:rsid w:val="000E220B"/>
    <w:rsid w:val="00137D03"/>
    <w:rsid w:val="0014708E"/>
    <w:rsid w:val="00156E8E"/>
    <w:rsid w:val="00181724"/>
    <w:rsid w:val="00186F8F"/>
    <w:rsid w:val="00191142"/>
    <w:rsid w:val="001A0461"/>
    <w:rsid w:val="001A2E3B"/>
    <w:rsid w:val="001A7AF4"/>
    <w:rsid w:val="001B67FD"/>
    <w:rsid w:val="001C0F37"/>
    <w:rsid w:val="001C2A3A"/>
    <w:rsid w:val="001C3912"/>
    <w:rsid w:val="001F44A2"/>
    <w:rsid w:val="00210977"/>
    <w:rsid w:val="00217914"/>
    <w:rsid w:val="00226007"/>
    <w:rsid w:val="0023354F"/>
    <w:rsid w:val="00234517"/>
    <w:rsid w:val="002739C8"/>
    <w:rsid w:val="002867C0"/>
    <w:rsid w:val="002932DD"/>
    <w:rsid w:val="00293ED4"/>
    <w:rsid w:val="002A016B"/>
    <w:rsid w:val="002A3DFD"/>
    <w:rsid w:val="002A76FD"/>
    <w:rsid w:val="002B3F67"/>
    <w:rsid w:val="002C6A41"/>
    <w:rsid w:val="002D4419"/>
    <w:rsid w:val="002D613D"/>
    <w:rsid w:val="002D7122"/>
    <w:rsid w:val="002E04BC"/>
    <w:rsid w:val="00316518"/>
    <w:rsid w:val="003234AA"/>
    <w:rsid w:val="00324212"/>
    <w:rsid w:val="00352F64"/>
    <w:rsid w:val="00373EF8"/>
    <w:rsid w:val="003747AD"/>
    <w:rsid w:val="00380B46"/>
    <w:rsid w:val="00382C7D"/>
    <w:rsid w:val="00384449"/>
    <w:rsid w:val="003909B4"/>
    <w:rsid w:val="00394CF1"/>
    <w:rsid w:val="003A6622"/>
    <w:rsid w:val="003C0B62"/>
    <w:rsid w:val="003E131B"/>
    <w:rsid w:val="003E1E07"/>
    <w:rsid w:val="003F7EB7"/>
    <w:rsid w:val="0040168D"/>
    <w:rsid w:val="004071DB"/>
    <w:rsid w:val="00411FD4"/>
    <w:rsid w:val="0043447A"/>
    <w:rsid w:val="004353A0"/>
    <w:rsid w:val="004428BF"/>
    <w:rsid w:val="00442D92"/>
    <w:rsid w:val="004520A0"/>
    <w:rsid w:val="0046220F"/>
    <w:rsid w:val="00477D62"/>
    <w:rsid w:val="004A3BCC"/>
    <w:rsid w:val="004C122B"/>
    <w:rsid w:val="004C3925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48E3"/>
    <w:rsid w:val="00575A29"/>
    <w:rsid w:val="00580AB2"/>
    <w:rsid w:val="005947E5"/>
    <w:rsid w:val="00596D0F"/>
    <w:rsid w:val="00597256"/>
    <w:rsid w:val="005B12F5"/>
    <w:rsid w:val="005C197D"/>
    <w:rsid w:val="005D4909"/>
    <w:rsid w:val="005E594C"/>
    <w:rsid w:val="005E5F50"/>
    <w:rsid w:val="00601B30"/>
    <w:rsid w:val="00615B7D"/>
    <w:rsid w:val="00624106"/>
    <w:rsid w:val="00632733"/>
    <w:rsid w:val="00640A50"/>
    <w:rsid w:val="00644C5F"/>
    <w:rsid w:val="006557E8"/>
    <w:rsid w:val="00656DF2"/>
    <w:rsid w:val="0066271E"/>
    <w:rsid w:val="0067732A"/>
    <w:rsid w:val="0069549A"/>
    <w:rsid w:val="006D3CE8"/>
    <w:rsid w:val="00701D82"/>
    <w:rsid w:val="007102C1"/>
    <w:rsid w:val="007112FB"/>
    <w:rsid w:val="0071211D"/>
    <w:rsid w:val="00721A7D"/>
    <w:rsid w:val="00734451"/>
    <w:rsid w:val="00741B96"/>
    <w:rsid w:val="0075017F"/>
    <w:rsid w:val="007664DB"/>
    <w:rsid w:val="0078169E"/>
    <w:rsid w:val="00794F40"/>
    <w:rsid w:val="007D1C83"/>
    <w:rsid w:val="00803E28"/>
    <w:rsid w:val="00804042"/>
    <w:rsid w:val="00811182"/>
    <w:rsid w:val="00813362"/>
    <w:rsid w:val="008147B4"/>
    <w:rsid w:val="00826BA1"/>
    <w:rsid w:val="00835F01"/>
    <w:rsid w:val="00854725"/>
    <w:rsid w:val="0086335B"/>
    <w:rsid w:val="00880184"/>
    <w:rsid w:val="00893153"/>
    <w:rsid w:val="008A7D65"/>
    <w:rsid w:val="008B3BF4"/>
    <w:rsid w:val="008B3C2A"/>
    <w:rsid w:val="008C4F7F"/>
    <w:rsid w:val="008E77CD"/>
    <w:rsid w:val="00905131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D73E1"/>
    <w:rsid w:val="009E0202"/>
    <w:rsid w:val="009F19EF"/>
    <w:rsid w:val="009F70D4"/>
    <w:rsid w:val="00A03E68"/>
    <w:rsid w:val="00A04256"/>
    <w:rsid w:val="00A078E6"/>
    <w:rsid w:val="00A254D2"/>
    <w:rsid w:val="00A43026"/>
    <w:rsid w:val="00A46516"/>
    <w:rsid w:val="00A62728"/>
    <w:rsid w:val="00A90B05"/>
    <w:rsid w:val="00A90F95"/>
    <w:rsid w:val="00AA2AD4"/>
    <w:rsid w:val="00AB09A7"/>
    <w:rsid w:val="00AB7058"/>
    <w:rsid w:val="00AD6424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B0AC2"/>
    <w:rsid w:val="00BC1FD0"/>
    <w:rsid w:val="00BC5836"/>
    <w:rsid w:val="00BD1B90"/>
    <w:rsid w:val="00BE046B"/>
    <w:rsid w:val="00C003DC"/>
    <w:rsid w:val="00C058BB"/>
    <w:rsid w:val="00C14503"/>
    <w:rsid w:val="00C24FD1"/>
    <w:rsid w:val="00C2519D"/>
    <w:rsid w:val="00C36AA5"/>
    <w:rsid w:val="00C44E9D"/>
    <w:rsid w:val="00C64AE2"/>
    <w:rsid w:val="00C71224"/>
    <w:rsid w:val="00C90BFA"/>
    <w:rsid w:val="00C93B52"/>
    <w:rsid w:val="00C943BB"/>
    <w:rsid w:val="00CB3119"/>
    <w:rsid w:val="00D013D8"/>
    <w:rsid w:val="00D065FF"/>
    <w:rsid w:val="00D34BD0"/>
    <w:rsid w:val="00D35CC3"/>
    <w:rsid w:val="00D63969"/>
    <w:rsid w:val="00D86277"/>
    <w:rsid w:val="00D94904"/>
    <w:rsid w:val="00DC01AB"/>
    <w:rsid w:val="00DC5770"/>
    <w:rsid w:val="00DD0B20"/>
    <w:rsid w:val="00DF1DE9"/>
    <w:rsid w:val="00E26225"/>
    <w:rsid w:val="00E32912"/>
    <w:rsid w:val="00E339E8"/>
    <w:rsid w:val="00E4100D"/>
    <w:rsid w:val="00E463E3"/>
    <w:rsid w:val="00E6169F"/>
    <w:rsid w:val="00E61ACC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50627"/>
    <w:rsid w:val="00F55627"/>
    <w:rsid w:val="00F6355A"/>
    <w:rsid w:val="00F959B6"/>
    <w:rsid w:val="00F97841"/>
    <w:rsid w:val="00FA7ABC"/>
    <w:rsid w:val="00FC7FAB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ddd,silver,#b2b2b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locked/>
    <w:rsid w:val="00D34B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4BC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locked/>
    <w:rsid w:val="00D34B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A20AC4B1</Template>
  <TotalTime>7</TotalTime>
  <Pages>2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Hospital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Waldegrave</dc:creator>
  <cp:lastModifiedBy>Daniel Sims</cp:lastModifiedBy>
  <cp:revision>6</cp:revision>
  <cp:lastPrinted>2019-07-11T11:35:00Z</cp:lastPrinted>
  <dcterms:created xsi:type="dcterms:W3CDTF">2019-09-10T10:06:00Z</dcterms:created>
  <dcterms:modified xsi:type="dcterms:W3CDTF">2019-10-15T09:45:00Z</dcterms:modified>
</cp:coreProperties>
</file>